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65FAE5" w14:textId="0C2EBE14" w:rsidR="74850A8A" w:rsidRPr="00FE405B" w:rsidRDefault="00D978D6" w:rsidP="007E6E76">
      <w:pPr>
        <w:pStyle w:val="Kopfzeile"/>
        <w:jc w:val="both"/>
        <w:rPr>
          <w:rFonts w:ascii="Open Sans" w:hAnsi="Open Sans" w:cs="Open Sans"/>
          <w:color w:val="FF0000"/>
          <w:u w:val="single"/>
        </w:rPr>
      </w:pPr>
      <w:r>
        <w:rPr>
          <w:rFonts w:ascii="Open Sans" w:hAnsi="Open Sans" w:cs="Open Sans"/>
          <w:b/>
          <w:bCs/>
          <w:color w:val="FF0000"/>
          <w:sz w:val="28"/>
          <w:szCs w:val="28"/>
          <w:u w:val="single"/>
        </w:rPr>
        <w:t>Personalie</w:t>
      </w:r>
    </w:p>
    <w:p w14:paraId="49632CCF" w14:textId="1237FCE2" w:rsidR="00E40982" w:rsidRPr="00EE53D2" w:rsidRDefault="00271FC1" w:rsidP="00271FC1">
      <w:pPr>
        <w:spacing w:line="240" w:lineRule="auto"/>
        <w:jc w:val="both"/>
        <w:rPr>
          <w:rFonts w:ascii="Open Sans" w:hAnsi="Open Sans" w:cs="Open Sans"/>
          <w:b/>
          <w:bCs/>
          <w:color w:val="FF0000"/>
          <w:sz w:val="28"/>
          <w:szCs w:val="28"/>
        </w:rPr>
      </w:pPr>
      <w:r>
        <w:rPr>
          <w:rFonts w:ascii="Open Sans" w:hAnsi="Open Sans" w:cs="Open Sans"/>
          <w:b/>
          <w:bCs/>
          <w:color w:val="FF0000"/>
          <w:sz w:val="28"/>
          <w:szCs w:val="28"/>
        </w:rPr>
        <w:t xml:space="preserve">Neues Führungsteam </w:t>
      </w:r>
      <w:r w:rsidR="00BA342A">
        <w:rPr>
          <w:rFonts w:ascii="Open Sans" w:hAnsi="Open Sans" w:cs="Open Sans"/>
          <w:b/>
          <w:bCs/>
          <w:color w:val="FF0000"/>
          <w:sz w:val="28"/>
          <w:szCs w:val="28"/>
        </w:rPr>
        <w:t xml:space="preserve">in Berlin/Brandenburg </w:t>
      </w:r>
      <w:r>
        <w:rPr>
          <w:rFonts w:ascii="Open Sans" w:hAnsi="Open Sans" w:cs="Open Sans"/>
          <w:b/>
          <w:bCs/>
          <w:color w:val="FF0000"/>
          <w:sz w:val="28"/>
          <w:szCs w:val="28"/>
        </w:rPr>
        <w:t>beim g</w:t>
      </w:r>
      <w:r w:rsidR="00E40982" w:rsidRPr="00E40982">
        <w:rPr>
          <w:rFonts w:ascii="Open Sans" w:hAnsi="Open Sans" w:cs="Open Sans"/>
          <w:b/>
          <w:bCs/>
          <w:color w:val="FF0000"/>
          <w:sz w:val="28"/>
          <w:szCs w:val="28"/>
        </w:rPr>
        <w:t>rößte</w:t>
      </w:r>
      <w:r>
        <w:rPr>
          <w:rFonts w:ascii="Open Sans" w:hAnsi="Open Sans" w:cs="Open Sans"/>
          <w:b/>
          <w:bCs/>
          <w:color w:val="FF0000"/>
          <w:sz w:val="28"/>
          <w:szCs w:val="28"/>
        </w:rPr>
        <w:t>n</w:t>
      </w:r>
      <w:r w:rsidR="00E40982" w:rsidRPr="00E40982">
        <w:rPr>
          <w:rFonts w:ascii="Open Sans" w:hAnsi="Open Sans" w:cs="Open Sans"/>
          <w:b/>
          <w:bCs/>
          <w:color w:val="FF0000"/>
          <w:sz w:val="28"/>
          <w:szCs w:val="28"/>
        </w:rPr>
        <w:t xml:space="preserve"> </w:t>
      </w:r>
      <w:r>
        <w:rPr>
          <w:rFonts w:ascii="Open Sans" w:hAnsi="Open Sans" w:cs="Open Sans"/>
          <w:b/>
          <w:bCs/>
          <w:color w:val="FF0000"/>
          <w:sz w:val="28"/>
          <w:szCs w:val="28"/>
        </w:rPr>
        <w:t xml:space="preserve">deutschen </w:t>
      </w:r>
      <w:r w:rsidR="00E40982" w:rsidRPr="00E40982">
        <w:rPr>
          <w:rFonts w:ascii="Open Sans" w:hAnsi="Open Sans" w:cs="Open Sans"/>
          <w:b/>
          <w:bCs/>
          <w:color w:val="FF0000"/>
          <w:sz w:val="28"/>
          <w:szCs w:val="28"/>
        </w:rPr>
        <w:t xml:space="preserve">Anbieter für Team Events </w:t>
      </w:r>
    </w:p>
    <w:p w14:paraId="793C1A6A" w14:textId="3CCC7D95" w:rsidR="007E6E76" w:rsidRDefault="004449DC" w:rsidP="00FA7183">
      <w:pPr>
        <w:spacing w:after="0" w:line="240" w:lineRule="auto"/>
        <w:ind w:right="-1133"/>
        <w:jc w:val="both"/>
        <w:rPr>
          <w:rFonts w:ascii="Open Sans" w:hAnsi="Open Sans" w:cs="Open Sans"/>
          <w:b/>
          <w:bCs/>
        </w:rPr>
      </w:pPr>
      <w:r>
        <w:rPr>
          <w:noProof/>
        </w:rPr>
        <w:drawing>
          <wp:inline distT="0" distB="0" distL="0" distR="0" wp14:anchorId="09FE83E8" wp14:editId="073EB518">
            <wp:extent cx="1922172" cy="1440000"/>
            <wp:effectExtent l="0" t="0" r="1905" b="8255"/>
            <wp:docPr id="2" name="Grafik 2" descr="Ein Bild, das Person, Tisch, drinnen, Restaurant enthält.&#10;&#10;Automatisch generierte Beschreibu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Person, Tisch, drinnen, Restaurant enthält.&#10;&#10;Automatisch generierte Beschreibung">
                      <a:hlinkClick r:id="rId11"/>
                    </pic:cNvPr>
                    <pic:cNvPicPr/>
                  </pic:nvPicPr>
                  <pic:blipFill>
                    <a:blip r:embed="rId12"/>
                    <a:stretch>
                      <a:fillRect/>
                    </a:stretch>
                  </pic:blipFill>
                  <pic:spPr>
                    <a:xfrm>
                      <a:off x="0" y="0"/>
                      <a:ext cx="1922172" cy="1440000"/>
                    </a:xfrm>
                    <a:prstGeom prst="rect">
                      <a:avLst/>
                    </a:prstGeom>
                  </pic:spPr>
                </pic:pic>
              </a:graphicData>
            </a:graphic>
          </wp:inline>
        </w:drawing>
      </w:r>
      <w:r>
        <w:rPr>
          <w:rFonts w:ascii="Open Sans" w:hAnsi="Open Sans" w:cs="Open Sans"/>
          <w:b/>
          <w:bCs/>
        </w:rPr>
        <w:t xml:space="preserve"> </w:t>
      </w:r>
      <w:r w:rsidR="00FA7183">
        <w:rPr>
          <w:noProof/>
        </w:rPr>
        <w:drawing>
          <wp:inline distT="0" distB="0" distL="0" distR="0" wp14:anchorId="5A5E7924" wp14:editId="7B31B393">
            <wp:extent cx="1920000" cy="1440000"/>
            <wp:effectExtent l="0" t="0" r="4445" b="8255"/>
            <wp:docPr id="1" name="Grafik 1">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a:hlinkClick r:id="rId13"/>
                    </pic:cNvPr>
                    <pic:cNvPicPr/>
                  </pic:nvPicPr>
                  <pic:blipFill>
                    <a:blip r:embed="rId14"/>
                    <a:stretch>
                      <a:fillRect/>
                    </a:stretch>
                  </pic:blipFill>
                  <pic:spPr>
                    <a:xfrm>
                      <a:off x="0" y="0"/>
                      <a:ext cx="1920000" cy="1440000"/>
                    </a:xfrm>
                    <a:prstGeom prst="rect">
                      <a:avLst/>
                    </a:prstGeom>
                  </pic:spPr>
                </pic:pic>
              </a:graphicData>
            </a:graphic>
          </wp:inline>
        </w:drawing>
      </w:r>
      <w:r w:rsidR="00FA7183">
        <w:rPr>
          <w:rFonts w:ascii="Open Sans" w:hAnsi="Open Sans" w:cs="Open Sans"/>
          <w:b/>
          <w:bCs/>
        </w:rPr>
        <w:t xml:space="preserve"> </w:t>
      </w:r>
      <w:r w:rsidR="00FA7183">
        <w:rPr>
          <w:noProof/>
        </w:rPr>
        <w:drawing>
          <wp:inline distT="0" distB="0" distL="0" distR="0" wp14:anchorId="0BFA9493" wp14:editId="3CC307E6">
            <wp:extent cx="2512001" cy="1440000"/>
            <wp:effectExtent l="0" t="0" r="3175" b="8255"/>
            <wp:docPr id="3" name="Grafik 3" descr="Ein Bild, das Pflanze enthält.&#10;&#10;Automatisch generierte Beschreibu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Pflanze enthält.&#10;&#10;Automatisch generierte Beschreibung">
                      <a:hlinkClick r:id="rId15"/>
                    </pic:cNvPr>
                    <pic:cNvPicPr/>
                  </pic:nvPicPr>
                  <pic:blipFill>
                    <a:blip r:embed="rId16"/>
                    <a:stretch>
                      <a:fillRect/>
                    </a:stretch>
                  </pic:blipFill>
                  <pic:spPr>
                    <a:xfrm>
                      <a:off x="0" y="0"/>
                      <a:ext cx="2512001" cy="1440000"/>
                    </a:xfrm>
                    <a:prstGeom prst="rect">
                      <a:avLst/>
                    </a:prstGeom>
                  </pic:spPr>
                </pic:pic>
              </a:graphicData>
            </a:graphic>
          </wp:inline>
        </w:drawing>
      </w:r>
    </w:p>
    <w:p w14:paraId="682745F7" w14:textId="363F31DD" w:rsidR="00FA7183" w:rsidRDefault="00454F71" w:rsidP="003E5E83">
      <w:pPr>
        <w:spacing w:after="0" w:line="240" w:lineRule="auto"/>
        <w:jc w:val="both"/>
        <w:rPr>
          <w:rFonts w:ascii="Open Sans" w:hAnsi="Open Sans" w:cs="Open Sans"/>
          <w:sz w:val="16"/>
          <w:szCs w:val="16"/>
        </w:rPr>
      </w:pPr>
      <w:r w:rsidRPr="00271FC1">
        <w:rPr>
          <w:rFonts w:ascii="Open Sans" w:hAnsi="Open Sans" w:cs="Open Sans"/>
          <w:sz w:val="16"/>
          <w:szCs w:val="16"/>
        </w:rPr>
        <w:t xml:space="preserve">Isabel Haufe </w:t>
      </w:r>
      <w:r w:rsidR="00FA7183">
        <w:rPr>
          <w:rFonts w:ascii="Open Sans" w:hAnsi="Open Sans" w:cs="Open Sans"/>
          <w:sz w:val="16"/>
          <w:szCs w:val="16"/>
        </w:rPr>
        <w:t xml:space="preserve">und Sebastian </w:t>
      </w:r>
      <w:r w:rsidR="003D279D">
        <w:rPr>
          <w:rFonts w:ascii="Open Sans" w:hAnsi="Open Sans" w:cs="Open Sans"/>
          <w:sz w:val="16"/>
          <w:szCs w:val="16"/>
        </w:rPr>
        <w:t>Zieler</w:t>
      </w:r>
      <w:r w:rsidR="00FA7183">
        <w:rPr>
          <w:rFonts w:ascii="Open Sans" w:hAnsi="Open Sans" w:cs="Open Sans"/>
          <w:sz w:val="16"/>
          <w:szCs w:val="16"/>
        </w:rPr>
        <w:t xml:space="preserve"> ziehen ab sofort an einem Strang                  </w:t>
      </w:r>
      <w:r w:rsidR="00F15D22">
        <w:rPr>
          <w:rFonts w:ascii="Open Sans" w:hAnsi="Open Sans" w:cs="Open Sans"/>
          <w:sz w:val="16"/>
          <w:szCs w:val="16"/>
        </w:rPr>
        <w:t xml:space="preserve">           </w:t>
      </w:r>
      <w:r w:rsidR="00FA7183" w:rsidRPr="00FA7183">
        <w:rPr>
          <w:rFonts w:ascii="Open Sans" w:hAnsi="Open Sans" w:cs="Open Sans"/>
          <w:sz w:val="16"/>
          <w:szCs w:val="16"/>
        </w:rPr>
        <w:t>Guinness-Floßbauweltrekord 2013</w:t>
      </w:r>
    </w:p>
    <w:p w14:paraId="4E5D85D7" w14:textId="0A541F22" w:rsidR="00517D95" w:rsidRDefault="00454F71" w:rsidP="003E5E83">
      <w:pPr>
        <w:spacing w:after="0" w:line="240" w:lineRule="auto"/>
        <w:jc w:val="both"/>
        <w:rPr>
          <w:rFonts w:ascii="Open Sans" w:hAnsi="Open Sans" w:cs="Open Sans"/>
          <w:sz w:val="16"/>
          <w:szCs w:val="16"/>
        </w:rPr>
      </w:pPr>
      <w:r>
        <w:rPr>
          <w:rFonts w:ascii="Open Sans" w:hAnsi="Open Sans" w:cs="Open Sans"/>
          <w:sz w:val="16"/>
          <w:szCs w:val="16"/>
        </w:rPr>
        <w:t>©Foto:</w:t>
      </w:r>
      <w:r w:rsidR="00517D95" w:rsidRPr="00517D95">
        <w:t xml:space="preserve"> </w:t>
      </w:r>
      <w:r w:rsidR="00BA342A">
        <w:rPr>
          <w:rFonts w:ascii="Open Sans" w:hAnsi="Open Sans" w:cs="Open Sans"/>
          <w:sz w:val="16"/>
          <w:szCs w:val="16"/>
        </w:rPr>
        <w:t>Karoline Wolf</w:t>
      </w:r>
      <w:r>
        <w:rPr>
          <w:rFonts w:ascii="Open Sans" w:hAnsi="Open Sans" w:cs="Open Sans"/>
          <w:sz w:val="16"/>
          <w:szCs w:val="16"/>
        </w:rPr>
        <w:t xml:space="preserve"> </w:t>
      </w:r>
      <w:r w:rsidR="00517D95">
        <w:rPr>
          <w:rFonts w:ascii="Open Sans" w:hAnsi="Open Sans" w:cs="Open Sans"/>
          <w:sz w:val="16"/>
          <w:szCs w:val="16"/>
        </w:rPr>
        <w:t xml:space="preserve">                             </w:t>
      </w:r>
      <w:r w:rsidR="008317E5">
        <w:rPr>
          <w:rFonts w:ascii="Open Sans" w:hAnsi="Open Sans" w:cs="Open Sans"/>
          <w:sz w:val="16"/>
          <w:szCs w:val="16"/>
        </w:rPr>
        <w:t xml:space="preserve">  </w:t>
      </w:r>
      <w:r w:rsidR="00BA342A">
        <w:rPr>
          <w:rFonts w:ascii="Open Sans" w:hAnsi="Open Sans" w:cs="Open Sans"/>
          <w:sz w:val="16"/>
          <w:szCs w:val="16"/>
        </w:rPr>
        <w:t xml:space="preserve">    </w:t>
      </w:r>
      <w:r w:rsidR="00517D95">
        <w:rPr>
          <w:rFonts w:ascii="Open Sans" w:hAnsi="Open Sans" w:cs="Open Sans"/>
          <w:sz w:val="16"/>
          <w:szCs w:val="16"/>
        </w:rPr>
        <w:t>©Foto:</w:t>
      </w:r>
      <w:r w:rsidR="00517D95" w:rsidRPr="00517D95">
        <w:t xml:space="preserve"> </w:t>
      </w:r>
      <w:r w:rsidR="00FA7183">
        <w:rPr>
          <w:rFonts w:ascii="Open Sans" w:hAnsi="Open Sans" w:cs="Open Sans"/>
          <w:sz w:val="16"/>
          <w:szCs w:val="16"/>
        </w:rPr>
        <w:t>Karoline Wolf</w:t>
      </w:r>
      <w:r>
        <w:rPr>
          <w:rFonts w:ascii="Open Sans" w:hAnsi="Open Sans" w:cs="Open Sans"/>
          <w:sz w:val="16"/>
          <w:szCs w:val="16"/>
        </w:rPr>
        <w:t xml:space="preserve"> </w:t>
      </w:r>
      <w:r w:rsidR="00FA7183">
        <w:rPr>
          <w:rFonts w:ascii="Open Sans" w:hAnsi="Open Sans" w:cs="Open Sans"/>
          <w:sz w:val="16"/>
          <w:szCs w:val="16"/>
        </w:rPr>
        <w:tab/>
      </w:r>
      <w:r w:rsidR="00FA7183">
        <w:rPr>
          <w:rFonts w:ascii="Open Sans" w:hAnsi="Open Sans" w:cs="Open Sans"/>
          <w:sz w:val="16"/>
          <w:szCs w:val="16"/>
        </w:rPr>
        <w:tab/>
        <w:t xml:space="preserve">             ©Foto: teamgeist</w:t>
      </w:r>
    </w:p>
    <w:p w14:paraId="593F6416" w14:textId="799D851B" w:rsidR="00454F71" w:rsidRPr="00454F71" w:rsidRDefault="00517D95" w:rsidP="0050708E">
      <w:pPr>
        <w:spacing w:after="120" w:line="240" w:lineRule="auto"/>
        <w:jc w:val="both"/>
        <w:rPr>
          <w:rFonts w:ascii="Open Sans" w:hAnsi="Open Sans" w:cs="Open Sans"/>
          <w:sz w:val="16"/>
          <w:szCs w:val="16"/>
        </w:rPr>
      </w:pPr>
      <w:r>
        <w:rPr>
          <w:rFonts w:ascii="Open Sans" w:hAnsi="Open Sans" w:cs="Open Sans"/>
          <w:sz w:val="16"/>
          <w:szCs w:val="16"/>
        </w:rPr>
        <w:t>P</w:t>
      </w:r>
      <w:r w:rsidR="0060140F">
        <w:rPr>
          <w:rFonts w:ascii="Open Sans" w:hAnsi="Open Sans" w:cs="Open Sans"/>
          <w:sz w:val="16"/>
          <w:szCs w:val="16"/>
        </w:rPr>
        <w:t xml:space="preserve">er Hyperlink downloadbar oder hier: </w:t>
      </w:r>
      <w:hyperlink r:id="rId17" w:history="1">
        <w:r w:rsidR="0060140F" w:rsidRPr="000F2A01">
          <w:rPr>
            <w:rStyle w:val="Hyperlink"/>
            <w:rFonts w:ascii="Open Sans" w:hAnsi="Open Sans" w:cs="Open Sans"/>
            <w:sz w:val="16"/>
            <w:szCs w:val="16"/>
          </w:rPr>
          <w:t>https://www.primo-pr.com/de/bildarchiv/index.html?dir=teamgeist</w:t>
        </w:r>
      </w:hyperlink>
      <w:r w:rsidR="0060140F">
        <w:rPr>
          <w:rFonts w:ascii="Open Sans" w:hAnsi="Open Sans" w:cs="Open Sans"/>
          <w:sz w:val="16"/>
          <w:szCs w:val="16"/>
        </w:rPr>
        <w:t xml:space="preserve"> </w:t>
      </w:r>
    </w:p>
    <w:p w14:paraId="0F19D505" w14:textId="02735E50" w:rsidR="0044707E" w:rsidRDefault="00802AEC" w:rsidP="0050708E">
      <w:pPr>
        <w:spacing w:after="120" w:line="240" w:lineRule="auto"/>
        <w:jc w:val="both"/>
        <w:rPr>
          <w:rFonts w:ascii="Open Sans" w:hAnsi="Open Sans" w:cs="Open Sans"/>
          <w:b/>
          <w:bCs/>
        </w:rPr>
      </w:pPr>
      <w:r w:rsidRPr="00EE53D2">
        <w:rPr>
          <w:rFonts w:ascii="Open Sans" w:hAnsi="Open Sans" w:cs="Open Sans"/>
          <w:b/>
          <w:bCs/>
        </w:rPr>
        <w:t>Berlin</w:t>
      </w:r>
      <w:r w:rsidR="003529B4" w:rsidRPr="00EE53D2">
        <w:rPr>
          <w:rFonts w:ascii="Open Sans" w:hAnsi="Open Sans" w:cs="Open Sans"/>
          <w:b/>
          <w:bCs/>
        </w:rPr>
        <w:t xml:space="preserve">, </w:t>
      </w:r>
      <w:r w:rsidR="00A65027">
        <w:rPr>
          <w:rFonts w:ascii="Open Sans" w:hAnsi="Open Sans" w:cs="Open Sans"/>
          <w:b/>
          <w:bCs/>
        </w:rPr>
        <w:t>07</w:t>
      </w:r>
      <w:r w:rsidRPr="00EE53D2">
        <w:rPr>
          <w:rFonts w:ascii="Open Sans" w:hAnsi="Open Sans" w:cs="Open Sans"/>
          <w:b/>
          <w:bCs/>
        </w:rPr>
        <w:t xml:space="preserve">. </w:t>
      </w:r>
      <w:r w:rsidR="00D978D6">
        <w:rPr>
          <w:rFonts w:ascii="Open Sans" w:hAnsi="Open Sans" w:cs="Open Sans"/>
          <w:b/>
          <w:bCs/>
        </w:rPr>
        <w:t>Februar</w:t>
      </w:r>
      <w:r w:rsidR="003529B4" w:rsidRPr="00EE53D2">
        <w:rPr>
          <w:rFonts w:ascii="Open Sans" w:hAnsi="Open Sans" w:cs="Open Sans"/>
          <w:b/>
          <w:bCs/>
        </w:rPr>
        <w:t xml:space="preserve"> 202</w:t>
      </w:r>
      <w:r w:rsidR="00D978D6">
        <w:rPr>
          <w:rFonts w:ascii="Open Sans" w:hAnsi="Open Sans" w:cs="Open Sans"/>
          <w:b/>
          <w:bCs/>
        </w:rPr>
        <w:t>3</w:t>
      </w:r>
      <w:r w:rsidR="003529B4" w:rsidRPr="00EE53D2">
        <w:rPr>
          <w:rFonts w:ascii="Open Sans" w:hAnsi="Open Sans" w:cs="Open Sans"/>
        </w:rPr>
        <w:t xml:space="preserve"> </w:t>
      </w:r>
      <w:r w:rsidR="003529B4" w:rsidRPr="00EE53D2">
        <w:rPr>
          <w:rFonts w:ascii="Open Sans" w:hAnsi="Open Sans" w:cs="Open Sans"/>
          <w:b/>
          <w:bCs/>
        </w:rPr>
        <w:t>–</w:t>
      </w:r>
      <w:r w:rsidR="00C32A74" w:rsidRPr="00EE53D2">
        <w:rPr>
          <w:rFonts w:ascii="Open Sans" w:hAnsi="Open Sans" w:cs="Open Sans"/>
          <w:b/>
          <w:bCs/>
        </w:rPr>
        <w:t xml:space="preserve"> </w:t>
      </w:r>
      <w:r w:rsidR="007624D2">
        <w:rPr>
          <w:rFonts w:ascii="Open Sans" w:hAnsi="Open Sans" w:cs="Open Sans"/>
          <w:b/>
          <w:bCs/>
        </w:rPr>
        <w:t>U</w:t>
      </w:r>
      <w:r w:rsidR="007624D2" w:rsidRPr="007624D2">
        <w:rPr>
          <w:rFonts w:ascii="Open Sans" w:hAnsi="Open Sans" w:cs="Open Sans"/>
          <w:b/>
          <w:bCs/>
        </w:rPr>
        <w:t xml:space="preserve">nter </w:t>
      </w:r>
      <w:r w:rsidR="007624D2">
        <w:rPr>
          <w:rFonts w:ascii="Open Sans" w:hAnsi="Open Sans" w:cs="Open Sans"/>
          <w:b/>
          <w:bCs/>
        </w:rPr>
        <w:t>dem</w:t>
      </w:r>
      <w:r w:rsidR="007624D2" w:rsidRPr="007624D2">
        <w:rPr>
          <w:rFonts w:ascii="Open Sans" w:hAnsi="Open Sans" w:cs="Open Sans"/>
          <w:b/>
          <w:bCs/>
        </w:rPr>
        <w:t xml:space="preserve"> </w:t>
      </w:r>
      <w:r w:rsidR="007624D2">
        <w:rPr>
          <w:rFonts w:ascii="Open Sans" w:hAnsi="Open Sans" w:cs="Open Sans"/>
          <w:b/>
          <w:bCs/>
        </w:rPr>
        <w:t>Motto</w:t>
      </w:r>
      <w:r w:rsidR="007624D2" w:rsidRPr="007624D2">
        <w:rPr>
          <w:rFonts w:ascii="Open Sans" w:hAnsi="Open Sans" w:cs="Open Sans"/>
          <w:b/>
          <w:bCs/>
        </w:rPr>
        <w:t xml:space="preserve"> „</w:t>
      </w:r>
      <w:r w:rsidR="007624D2" w:rsidRPr="003D279D">
        <w:rPr>
          <w:rFonts w:ascii="Open Sans" w:hAnsi="Open Sans" w:cs="Open Sans"/>
          <w:b/>
          <w:bCs/>
          <w:i/>
          <w:iCs/>
        </w:rPr>
        <w:t>teamgeist</w:t>
      </w:r>
      <w:r w:rsidR="007624D2" w:rsidRPr="007624D2">
        <w:rPr>
          <w:rFonts w:ascii="Open Sans" w:hAnsi="Open Sans" w:cs="Open Sans"/>
          <w:b/>
          <w:bCs/>
        </w:rPr>
        <w:t xml:space="preserve"> fördert Teamgeist – mit Leichtigkeit und Großzügigkeit“</w:t>
      </w:r>
      <w:r w:rsidR="007624D2">
        <w:rPr>
          <w:rFonts w:ascii="Open Sans" w:hAnsi="Open Sans" w:cs="Open Sans"/>
          <w:b/>
          <w:bCs/>
        </w:rPr>
        <w:t xml:space="preserve"> geht der größte Anbieter von Team Events in Deutschland mit einem neuen Führungsteam </w:t>
      </w:r>
      <w:r w:rsidR="00BA342A">
        <w:rPr>
          <w:rFonts w:ascii="Open Sans" w:hAnsi="Open Sans" w:cs="Open Sans"/>
          <w:b/>
          <w:bCs/>
        </w:rPr>
        <w:t xml:space="preserve">in Berlin/Brandenburg </w:t>
      </w:r>
      <w:r w:rsidR="007624D2">
        <w:rPr>
          <w:rFonts w:ascii="Open Sans" w:hAnsi="Open Sans" w:cs="Open Sans"/>
          <w:b/>
          <w:bCs/>
        </w:rPr>
        <w:t>an den Start</w:t>
      </w:r>
      <w:r w:rsidR="00B655FA">
        <w:rPr>
          <w:rFonts w:ascii="Open Sans" w:hAnsi="Open Sans" w:cs="Open Sans"/>
          <w:b/>
          <w:bCs/>
        </w:rPr>
        <w:t xml:space="preserve">. </w:t>
      </w:r>
      <w:r w:rsidR="00060528">
        <w:rPr>
          <w:rFonts w:ascii="Open Sans" w:hAnsi="Open Sans" w:cs="Open Sans"/>
          <w:b/>
          <w:bCs/>
        </w:rPr>
        <w:t>Sie hat sich auf positive Leadership</w:t>
      </w:r>
      <w:r w:rsidR="003953EF">
        <w:rPr>
          <w:rFonts w:ascii="Open Sans" w:hAnsi="Open Sans" w:cs="Open Sans"/>
          <w:b/>
          <w:bCs/>
        </w:rPr>
        <w:t>, Mitarbeiterförderung</w:t>
      </w:r>
      <w:r w:rsidR="00060528">
        <w:rPr>
          <w:rFonts w:ascii="Open Sans" w:hAnsi="Open Sans" w:cs="Open Sans"/>
          <w:b/>
          <w:bCs/>
        </w:rPr>
        <w:t xml:space="preserve"> und die Vereinbarkeit von Familie und Beruf spezialisiert</w:t>
      </w:r>
      <w:r w:rsidR="000C7646">
        <w:rPr>
          <w:rFonts w:ascii="Open Sans" w:hAnsi="Open Sans" w:cs="Open Sans"/>
          <w:b/>
          <w:bCs/>
        </w:rPr>
        <w:t xml:space="preserve">; er </w:t>
      </w:r>
      <w:r w:rsidR="00BC7FE1">
        <w:rPr>
          <w:rFonts w:ascii="Open Sans" w:hAnsi="Open Sans" w:cs="Open Sans"/>
          <w:b/>
          <w:bCs/>
        </w:rPr>
        <w:t xml:space="preserve">hat ein Faible für Großgruppenevents und nachhaltige </w:t>
      </w:r>
      <w:r w:rsidR="00563E23">
        <w:rPr>
          <w:rFonts w:ascii="Open Sans" w:hAnsi="Open Sans" w:cs="Open Sans"/>
          <w:b/>
          <w:bCs/>
        </w:rPr>
        <w:t xml:space="preserve">Kooperationen. </w:t>
      </w:r>
      <w:r w:rsidR="003E5D09">
        <w:rPr>
          <w:rFonts w:ascii="Open Sans" w:hAnsi="Open Sans" w:cs="Open Sans"/>
          <w:b/>
          <w:bCs/>
        </w:rPr>
        <w:t>Isabel Haufe</w:t>
      </w:r>
      <w:r w:rsidR="00271FC1">
        <w:rPr>
          <w:rFonts w:ascii="Open Sans" w:hAnsi="Open Sans" w:cs="Open Sans"/>
          <w:b/>
          <w:bCs/>
        </w:rPr>
        <w:t>,</w:t>
      </w:r>
      <w:r w:rsidR="003E5D09">
        <w:rPr>
          <w:rFonts w:ascii="Open Sans" w:hAnsi="Open Sans" w:cs="Open Sans"/>
          <w:b/>
          <w:bCs/>
        </w:rPr>
        <w:t xml:space="preserve"> seit 2004 </w:t>
      </w:r>
      <w:r w:rsidR="00843D7F">
        <w:rPr>
          <w:rFonts w:ascii="Open Sans" w:hAnsi="Open Sans" w:cs="Open Sans"/>
          <w:b/>
          <w:bCs/>
        </w:rPr>
        <w:t xml:space="preserve">Geschäftsführerin der </w:t>
      </w:r>
      <w:r w:rsidR="00BA342A">
        <w:rPr>
          <w:rFonts w:ascii="Open Sans" w:hAnsi="Open Sans" w:cs="Open Sans"/>
          <w:b/>
          <w:bCs/>
        </w:rPr>
        <w:t>T</w:t>
      </w:r>
      <w:r w:rsidR="00843D7F">
        <w:rPr>
          <w:rFonts w:ascii="Open Sans" w:hAnsi="Open Sans" w:cs="Open Sans"/>
          <w:b/>
          <w:bCs/>
        </w:rPr>
        <w:t xml:space="preserve">eamgeist GmbH </w:t>
      </w:r>
      <w:r w:rsidR="00B81C4A">
        <w:rPr>
          <w:rFonts w:ascii="Open Sans" w:hAnsi="Open Sans" w:cs="Open Sans"/>
          <w:b/>
          <w:bCs/>
        </w:rPr>
        <w:t>und Verantwortliche der Hauptstadtregion</w:t>
      </w:r>
      <w:r w:rsidR="00271FC1">
        <w:rPr>
          <w:rFonts w:ascii="Open Sans" w:hAnsi="Open Sans" w:cs="Open Sans"/>
          <w:b/>
          <w:bCs/>
        </w:rPr>
        <w:t xml:space="preserve">, </w:t>
      </w:r>
      <w:r w:rsidR="00010586">
        <w:rPr>
          <w:rFonts w:ascii="Open Sans" w:hAnsi="Open Sans" w:cs="Open Sans"/>
          <w:b/>
          <w:bCs/>
        </w:rPr>
        <w:t xml:space="preserve">bekommt jetzt Unterstützung von </w:t>
      </w:r>
      <w:r w:rsidR="00843D7F">
        <w:rPr>
          <w:rFonts w:ascii="Open Sans" w:hAnsi="Open Sans" w:cs="Open Sans"/>
          <w:b/>
          <w:bCs/>
        </w:rPr>
        <w:t xml:space="preserve">Sebastian </w:t>
      </w:r>
      <w:r w:rsidR="00BA342A">
        <w:rPr>
          <w:rFonts w:ascii="Open Sans" w:hAnsi="Open Sans" w:cs="Open Sans"/>
          <w:b/>
          <w:bCs/>
        </w:rPr>
        <w:t>Zieler</w:t>
      </w:r>
      <w:r w:rsidR="00010586">
        <w:rPr>
          <w:rFonts w:ascii="Open Sans" w:hAnsi="Open Sans" w:cs="Open Sans"/>
          <w:b/>
          <w:bCs/>
        </w:rPr>
        <w:t>, der</w:t>
      </w:r>
      <w:r w:rsidR="00843D7F">
        <w:rPr>
          <w:rFonts w:ascii="Open Sans" w:hAnsi="Open Sans" w:cs="Open Sans"/>
          <w:b/>
          <w:bCs/>
        </w:rPr>
        <w:t xml:space="preserve"> </w:t>
      </w:r>
      <w:r w:rsidR="0025522E">
        <w:rPr>
          <w:rFonts w:ascii="Open Sans" w:hAnsi="Open Sans" w:cs="Open Sans"/>
          <w:b/>
          <w:bCs/>
        </w:rPr>
        <w:t xml:space="preserve">bei </w:t>
      </w:r>
      <w:r w:rsidR="0025522E" w:rsidRPr="00BA342A">
        <w:rPr>
          <w:rFonts w:ascii="Open Sans" w:hAnsi="Open Sans" w:cs="Open Sans"/>
          <w:b/>
          <w:bCs/>
          <w:i/>
          <w:iCs/>
        </w:rPr>
        <w:t>teamgeist</w:t>
      </w:r>
      <w:r w:rsidR="0025522E">
        <w:rPr>
          <w:rFonts w:ascii="Open Sans" w:hAnsi="Open Sans" w:cs="Open Sans"/>
          <w:b/>
          <w:bCs/>
        </w:rPr>
        <w:t xml:space="preserve"> </w:t>
      </w:r>
      <w:r w:rsidR="007A3E18">
        <w:rPr>
          <w:rFonts w:ascii="Open Sans" w:hAnsi="Open Sans" w:cs="Open Sans"/>
          <w:b/>
          <w:bCs/>
        </w:rPr>
        <w:t xml:space="preserve">im Jahr </w:t>
      </w:r>
      <w:r w:rsidR="003B29B9">
        <w:rPr>
          <w:rFonts w:ascii="Open Sans" w:hAnsi="Open Sans" w:cs="Open Sans"/>
          <w:b/>
          <w:bCs/>
        </w:rPr>
        <w:t xml:space="preserve">2010 </w:t>
      </w:r>
      <w:r w:rsidR="00010586">
        <w:rPr>
          <w:rFonts w:ascii="Open Sans" w:hAnsi="Open Sans" w:cs="Open Sans"/>
          <w:b/>
          <w:bCs/>
        </w:rPr>
        <w:t>als</w:t>
      </w:r>
      <w:r w:rsidR="003B29B9">
        <w:rPr>
          <w:rFonts w:ascii="Open Sans" w:hAnsi="Open Sans" w:cs="Open Sans"/>
          <w:b/>
          <w:bCs/>
        </w:rPr>
        <w:t xml:space="preserve"> Projekt</w:t>
      </w:r>
      <w:r w:rsidR="00FA7183">
        <w:rPr>
          <w:rFonts w:ascii="Open Sans" w:hAnsi="Open Sans" w:cs="Open Sans"/>
          <w:b/>
          <w:bCs/>
        </w:rPr>
        <w:t>manager</w:t>
      </w:r>
      <w:r w:rsidR="003B29B9">
        <w:rPr>
          <w:rFonts w:ascii="Open Sans" w:hAnsi="Open Sans" w:cs="Open Sans"/>
          <w:b/>
          <w:bCs/>
        </w:rPr>
        <w:t xml:space="preserve"> </w:t>
      </w:r>
      <w:r w:rsidR="007A3E18">
        <w:rPr>
          <w:rFonts w:ascii="Open Sans" w:hAnsi="Open Sans" w:cs="Open Sans"/>
          <w:b/>
          <w:bCs/>
        </w:rPr>
        <w:t>startete</w:t>
      </w:r>
      <w:r w:rsidR="004A3AB4">
        <w:rPr>
          <w:rFonts w:ascii="Open Sans" w:hAnsi="Open Sans" w:cs="Open Sans"/>
          <w:b/>
          <w:bCs/>
        </w:rPr>
        <w:t xml:space="preserve"> und jetzt zum zweiten Geschäftsführer berufen wurde</w:t>
      </w:r>
      <w:r w:rsidR="00A5051F">
        <w:rPr>
          <w:rFonts w:ascii="Open Sans" w:hAnsi="Open Sans" w:cs="Open Sans"/>
          <w:b/>
          <w:bCs/>
        </w:rPr>
        <w:t xml:space="preserve">. </w:t>
      </w:r>
      <w:r w:rsidR="00DD0C44">
        <w:rPr>
          <w:rFonts w:ascii="Open Sans" w:hAnsi="Open Sans" w:cs="Open Sans"/>
          <w:b/>
          <w:bCs/>
        </w:rPr>
        <w:t xml:space="preserve">Beide </w:t>
      </w:r>
      <w:r w:rsidR="00A95A17">
        <w:rPr>
          <w:rFonts w:ascii="Open Sans" w:hAnsi="Open Sans" w:cs="Open Sans"/>
          <w:b/>
          <w:bCs/>
        </w:rPr>
        <w:t xml:space="preserve">eint ihre Sportbegeisterung und das Ziel, mehr </w:t>
      </w:r>
      <w:r w:rsidR="00E94806">
        <w:rPr>
          <w:rFonts w:ascii="Open Sans" w:hAnsi="Open Sans" w:cs="Open Sans"/>
          <w:b/>
          <w:bCs/>
        </w:rPr>
        <w:t xml:space="preserve">Wir-Gefühl in die </w:t>
      </w:r>
      <w:r w:rsidR="00EE0722">
        <w:rPr>
          <w:rFonts w:ascii="Open Sans" w:hAnsi="Open Sans" w:cs="Open Sans"/>
          <w:b/>
          <w:bCs/>
        </w:rPr>
        <w:t>Unternehmen</w:t>
      </w:r>
      <w:r w:rsidR="00E94806">
        <w:rPr>
          <w:rFonts w:ascii="Open Sans" w:hAnsi="Open Sans" w:cs="Open Sans"/>
          <w:b/>
          <w:bCs/>
        </w:rPr>
        <w:t xml:space="preserve"> zu bringen. Denn </w:t>
      </w:r>
      <w:r w:rsidR="00EE0722">
        <w:rPr>
          <w:rFonts w:ascii="Open Sans" w:hAnsi="Open Sans" w:cs="Open Sans"/>
          <w:b/>
          <w:bCs/>
        </w:rPr>
        <w:t>diese</w:t>
      </w:r>
      <w:r w:rsidR="00E94806">
        <w:rPr>
          <w:rFonts w:ascii="Open Sans" w:hAnsi="Open Sans" w:cs="Open Sans"/>
          <w:b/>
          <w:bCs/>
        </w:rPr>
        <w:t xml:space="preserve"> sind wieder bereit für persönliche</w:t>
      </w:r>
      <w:r w:rsidR="00852143">
        <w:rPr>
          <w:rFonts w:ascii="Open Sans" w:hAnsi="Open Sans" w:cs="Open Sans"/>
          <w:b/>
          <w:bCs/>
        </w:rPr>
        <w:t xml:space="preserve"> Netzwerk</w:t>
      </w:r>
      <w:r w:rsidR="00B23E5C">
        <w:rPr>
          <w:rFonts w:ascii="Open Sans" w:hAnsi="Open Sans" w:cs="Open Sans"/>
          <w:b/>
          <w:bCs/>
        </w:rPr>
        <w:t>veranstaltungen</w:t>
      </w:r>
      <w:r w:rsidR="00085784">
        <w:rPr>
          <w:rFonts w:ascii="Open Sans" w:hAnsi="Open Sans" w:cs="Open Sans"/>
          <w:b/>
          <w:bCs/>
        </w:rPr>
        <w:t xml:space="preserve"> und Team Events</w:t>
      </w:r>
      <w:r w:rsidR="00852143">
        <w:rPr>
          <w:rFonts w:ascii="Open Sans" w:hAnsi="Open Sans" w:cs="Open Sans"/>
          <w:b/>
          <w:bCs/>
        </w:rPr>
        <w:t xml:space="preserve">. </w:t>
      </w:r>
      <w:r w:rsidR="0044707E">
        <w:rPr>
          <w:rFonts w:ascii="Open Sans" w:hAnsi="Open Sans" w:cs="Open Sans"/>
          <w:b/>
          <w:bCs/>
        </w:rPr>
        <w:t xml:space="preserve">Apropos Team Event: </w:t>
      </w:r>
      <w:r w:rsidR="00DE2285">
        <w:rPr>
          <w:rFonts w:ascii="Open Sans" w:hAnsi="Open Sans" w:cs="Open Sans"/>
          <w:b/>
          <w:bCs/>
        </w:rPr>
        <w:t xml:space="preserve">Beide arbeiten gerade auf Hochtouren am </w:t>
      </w:r>
      <w:r w:rsidR="00FA5F75">
        <w:rPr>
          <w:rFonts w:ascii="Open Sans" w:hAnsi="Open Sans" w:cs="Open Sans"/>
          <w:b/>
          <w:bCs/>
        </w:rPr>
        <w:t>erste</w:t>
      </w:r>
      <w:r w:rsidR="00DE2285">
        <w:rPr>
          <w:rFonts w:ascii="Open Sans" w:hAnsi="Open Sans" w:cs="Open Sans"/>
          <w:b/>
          <w:bCs/>
        </w:rPr>
        <w:t>n</w:t>
      </w:r>
      <w:r w:rsidR="00FA5F75">
        <w:rPr>
          <w:rFonts w:ascii="Open Sans" w:hAnsi="Open Sans" w:cs="Open Sans"/>
          <w:b/>
          <w:bCs/>
        </w:rPr>
        <w:t xml:space="preserve"> Firmen-Drachenboot-Cup 2023 </w:t>
      </w:r>
      <w:r w:rsidR="00F07670">
        <w:rPr>
          <w:rFonts w:ascii="Open Sans" w:hAnsi="Open Sans" w:cs="Open Sans"/>
          <w:b/>
          <w:bCs/>
        </w:rPr>
        <w:t>auf der Spree</w:t>
      </w:r>
      <w:r w:rsidR="00DE2285">
        <w:rPr>
          <w:rFonts w:ascii="Open Sans" w:hAnsi="Open Sans" w:cs="Open Sans"/>
          <w:b/>
          <w:bCs/>
        </w:rPr>
        <w:t xml:space="preserve">, der am 9. Juni 2023 in Kooperation mit dem </w:t>
      </w:r>
      <w:proofErr w:type="spellStart"/>
      <w:r w:rsidR="00DE2285">
        <w:rPr>
          <w:rFonts w:ascii="Open Sans" w:hAnsi="Open Sans" w:cs="Open Sans"/>
          <w:b/>
          <w:bCs/>
        </w:rPr>
        <w:t>nhow</w:t>
      </w:r>
      <w:proofErr w:type="spellEnd"/>
      <w:r w:rsidR="00DE2285">
        <w:rPr>
          <w:rFonts w:ascii="Open Sans" w:hAnsi="Open Sans" w:cs="Open Sans"/>
          <w:b/>
          <w:bCs/>
        </w:rPr>
        <w:t xml:space="preserve"> Hotel </w:t>
      </w:r>
      <w:r w:rsidR="002B1E23">
        <w:rPr>
          <w:rFonts w:ascii="Open Sans" w:hAnsi="Open Sans" w:cs="Open Sans"/>
          <w:b/>
          <w:bCs/>
        </w:rPr>
        <w:t xml:space="preserve">Berlin </w:t>
      </w:r>
      <w:r w:rsidR="00DE2285">
        <w:rPr>
          <w:rFonts w:ascii="Open Sans" w:hAnsi="Open Sans" w:cs="Open Sans"/>
          <w:b/>
          <w:bCs/>
        </w:rPr>
        <w:t xml:space="preserve">stattfinden wird. </w:t>
      </w:r>
      <w:r w:rsidR="00F07670">
        <w:rPr>
          <w:rFonts w:ascii="Open Sans" w:hAnsi="Open Sans" w:cs="Open Sans"/>
          <w:b/>
          <w:bCs/>
        </w:rPr>
        <w:t xml:space="preserve"> </w:t>
      </w:r>
    </w:p>
    <w:p w14:paraId="6C7F029B" w14:textId="06D51D2D" w:rsidR="00EA084F" w:rsidRDefault="00905115" w:rsidP="00C018D7">
      <w:pPr>
        <w:spacing w:after="120" w:line="240" w:lineRule="auto"/>
        <w:jc w:val="both"/>
        <w:rPr>
          <w:rFonts w:ascii="Open Sans" w:hAnsi="Open Sans" w:cs="Open Sans"/>
        </w:rPr>
      </w:pPr>
      <w:r>
        <w:rPr>
          <w:rFonts w:ascii="Open Sans" w:hAnsi="Open Sans" w:cs="Open Sans"/>
        </w:rPr>
        <w:t xml:space="preserve">„Neben unserer Expertise </w:t>
      </w:r>
      <w:r w:rsidRPr="00905115">
        <w:rPr>
          <w:rFonts w:ascii="Open Sans" w:hAnsi="Open Sans" w:cs="Open Sans"/>
        </w:rPr>
        <w:t xml:space="preserve">für besondere Großgruppenevents, </w:t>
      </w:r>
      <w:r>
        <w:rPr>
          <w:rFonts w:ascii="Open Sans" w:hAnsi="Open Sans" w:cs="Open Sans"/>
        </w:rPr>
        <w:t>wie dem Firmen-</w:t>
      </w:r>
      <w:r w:rsidRPr="00905115">
        <w:rPr>
          <w:rFonts w:ascii="Open Sans" w:hAnsi="Open Sans" w:cs="Open Sans"/>
        </w:rPr>
        <w:t>Drachenboot-Cup</w:t>
      </w:r>
      <w:r w:rsidR="005E5723">
        <w:rPr>
          <w:rFonts w:ascii="Open Sans" w:hAnsi="Open Sans" w:cs="Open Sans"/>
        </w:rPr>
        <w:t>,</w:t>
      </w:r>
      <w:r>
        <w:rPr>
          <w:rFonts w:ascii="Open Sans" w:hAnsi="Open Sans" w:cs="Open Sans"/>
        </w:rPr>
        <w:t xml:space="preserve"> möchten wir gemeinsam </w:t>
      </w:r>
      <w:r w:rsidR="005E5723">
        <w:rPr>
          <w:rFonts w:ascii="Open Sans" w:hAnsi="Open Sans" w:cs="Open Sans"/>
        </w:rPr>
        <w:t xml:space="preserve">mit Sebastian </w:t>
      </w:r>
      <w:r>
        <w:rPr>
          <w:rFonts w:ascii="Open Sans" w:hAnsi="Open Sans" w:cs="Open Sans"/>
        </w:rPr>
        <w:t xml:space="preserve">unsere Arbeitgebermarke in der Hauptstadtregion stärken“, so Isabel Haufe. </w:t>
      </w:r>
      <w:r w:rsidR="006D2EE8">
        <w:rPr>
          <w:rFonts w:ascii="Open Sans" w:hAnsi="Open Sans" w:cs="Open Sans"/>
        </w:rPr>
        <w:t xml:space="preserve">Hier werden die </w:t>
      </w:r>
      <w:r w:rsidR="006D2EE8" w:rsidRPr="00BA342A">
        <w:rPr>
          <w:rFonts w:ascii="Open Sans" w:hAnsi="Open Sans" w:cs="Open Sans"/>
          <w:i/>
          <w:iCs/>
        </w:rPr>
        <w:t>teamgeist</w:t>
      </w:r>
      <w:r w:rsidR="006D2EE8">
        <w:rPr>
          <w:rFonts w:ascii="Open Sans" w:hAnsi="Open Sans" w:cs="Open Sans"/>
        </w:rPr>
        <w:t>-Werte besonders intensiv gelebt.</w:t>
      </w:r>
      <w:r w:rsidR="00AA1B10">
        <w:rPr>
          <w:rFonts w:ascii="Open Sans" w:hAnsi="Open Sans" w:cs="Open Sans"/>
        </w:rPr>
        <w:t xml:space="preserve"> </w:t>
      </w:r>
      <w:r w:rsidR="00847E4A">
        <w:rPr>
          <w:rFonts w:ascii="Open Sans" w:hAnsi="Open Sans" w:cs="Open Sans"/>
        </w:rPr>
        <w:t>Hauptaugenmerk liegt auf Gesundheit</w:t>
      </w:r>
      <w:r w:rsidR="00EA424F">
        <w:rPr>
          <w:rFonts w:ascii="Open Sans" w:hAnsi="Open Sans" w:cs="Open Sans"/>
        </w:rPr>
        <w:t xml:space="preserve">, die einmal pro Woche </w:t>
      </w:r>
      <w:r w:rsidR="00F23177">
        <w:rPr>
          <w:rFonts w:ascii="Open Sans" w:hAnsi="Open Sans" w:cs="Open Sans"/>
        </w:rPr>
        <w:t>mit eine</w:t>
      </w:r>
      <w:r w:rsidR="00BA342A">
        <w:rPr>
          <w:rFonts w:ascii="Open Sans" w:hAnsi="Open Sans" w:cs="Open Sans"/>
        </w:rPr>
        <w:t>r</w:t>
      </w:r>
      <w:r w:rsidR="00F23177">
        <w:rPr>
          <w:rFonts w:ascii="Open Sans" w:hAnsi="Open Sans" w:cs="Open Sans"/>
        </w:rPr>
        <w:t xml:space="preserve"> Personal Trainer</w:t>
      </w:r>
      <w:r w:rsidR="00BA342A">
        <w:rPr>
          <w:rFonts w:ascii="Open Sans" w:hAnsi="Open Sans" w:cs="Open Sans"/>
        </w:rPr>
        <w:t>in</w:t>
      </w:r>
      <w:r w:rsidR="00F23177">
        <w:rPr>
          <w:rFonts w:ascii="Open Sans" w:hAnsi="Open Sans" w:cs="Open Sans"/>
        </w:rPr>
        <w:t xml:space="preserve"> für das Team gefördert wird. „Und vor wenigen Wochen </w:t>
      </w:r>
      <w:r w:rsidR="00A7118F">
        <w:rPr>
          <w:rFonts w:ascii="Open Sans" w:hAnsi="Open Sans" w:cs="Open Sans"/>
        </w:rPr>
        <w:t>hatten wir eine außergewöhnliche Jahrestagung</w:t>
      </w:r>
      <w:r w:rsidR="00704D25">
        <w:rPr>
          <w:rFonts w:ascii="Open Sans" w:hAnsi="Open Sans" w:cs="Open Sans"/>
        </w:rPr>
        <w:t xml:space="preserve">. Auf unserem Katamaran </w:t>
      </w:r>
      <w:proofErr w:type="spellStart"/>
      <w:r w:rsidR="00704D25" w:rsidRPr="00D03F4B">
        <w:rPr>
          <w:rFonts w:ascii="Open Sans" w:hAnsi="Open Sans" w:cs="Open Sans"/>
          <w:i/>
          <w:iCs/>
        </w:rPr>
        <w:t>teamspirit</w:t>
      </w:r>
      <w:proofErr w:type="spellEnd"/>
      <w:r w:rsidR="00704D25">
        <w:rPr>
          <w:rFonts w:ascii="Open Sans" w:hAnsi="Open Sans" w:cs="Open Sans"/>
        </w:rPr>
        <w:t xml:space="preserve"> haben wir </w:t>
      </w:r>
      <w:r w:rsidR="00AA1B10">
        <w:rPr>
          <w:rFonts w:ascii="Open Sans" w:hAnsi="Open Sans" w:cs="Open Sans"/>
        </w:rPr>
        <w:t xml:space="preserve">rund um Sardinien </w:t>
      </w:r>
      <w:r w:rsidR="00704D25">
        <w:rPr>
          <w:rFonts w:ascii="Open Sans" w:hAnsi="Open Sans" w:cs="Open Sans"/>
        </w:rPr>
        <w:t>gemeinsam die Segel gehisst</w:t>
      </w:r>
      <w:r w:rsidR="00D03F4B">
        <w:rPr>
          <w:rFonts w:ascii="Open Sans" w:hAnsi="Open Sans" w:cs="Open Sans"/>
        </w:rPr>
        <w:t xml:space="preserve">. </w:t>
      </w:r>
      <w:r w:rsidR="00A65027" w:rsidRPr="00A65027">
        <w:rPr>
          <w:rFonts w:ascii="Open Sans" w:hAnsi="Open Sans" w:cs="Open Sans"/>
        </w:rPr>
        <w:t xml:space="preserve">Auf dem Meer lernt man sich von einer </w:t>
      </w:r>
      <w:proofErr w:type="gramStart"/>
      <w:r w:rsidR="00A65027" w:rsidRPr="00A65027">
        <w:rPr>
          <w:rFonts w:ascii="Open Sans" w:hAnsi="Open Sans" w:cs="Open Sans"/>
        </w:rPr>
        <w:t>ganz anderen</w:t>
      </w:r>
      <w:proofErr w:type="gramEnd"/>
      <w:r w:rsidR="00A65027" w:rsidRPr="00A65027">
        <w:rPr>
          <w:rFonts w:ascii="Open Sans" w:hAnsi="Open Sans" w:cs="Open Sans"/>
        </w:rPr>
        <w:t xml:space="preserve"> Seite kennen und kann die KollegInnen auch mal privat auf kleinstem Raum erleben. Das war eine besondere Erfahrung für jeden Einzelnen von uns.</w:t>
      </w:r>
      <w:r w:rsidR="00A65027">
        <w:rPr>
          <w:rFonts w:ascii="Open Sans" w:hAnsi="Open Sans" w:cs="Open Sans"/>
        </w:rPr>
        <w:t xml:space="preserve"> </w:t>
      </w:r>
      <w:r w:rsidR="00B532DA">
        <w:rPr>
          <w:rFonts w:ascii="Open Sans" w:hAnsi="Open Sans" w:cs="Open Sans"/>
        </w:rPr>
        <w:t xml:space="preserve">Daraus resultierte ein starkes </w:t>
      </w:r>
      <w:r w:rsidR="00D03F4B">
        <w:rPr>
          <w:rFonts w:ascii="Open Sans" w:hAnsi="Open Sans" w:cs="Open Sans"/>
        </w:rPr>
        <w:t>Wir-Gefühl</w:t>
      </w:r>
      <w:r w:rsidR="00B532DA">
        <w:rPr>
          <w:rFonts w:ascii="Open Sans" w:hAnsi="Open Sans" w:cs="Open Sans"/>
        </w:rPr>
        <w:t xml:space="preserve">, das wir </w:t>
      </w:r>
      <w:r w:rsidR="00C018D7">
        <w:rPr>
          <w:rFonts w:ascii="Open Sans" w:hAnsi="Open Sans" w:cs="Open Sans"/>
        </w:rPr>
        <w:t xml:space="preserve">auch </w:t>
      </w:r>
      <w:r w:rsidR="00B532DA">
        <w:rPr>
          <w:rFonts w:ascii="Open Sans" w:hAnsi="Open Sans" w:cs="Open Sans"/>
        </w:rPr>
        <w:t xml:space="preserve">unseren Kunden an die Hand geben </w:t>
      </w:r>
      <w:proofErr w:type="gramStart"/>
      <w:r w:rsidR="00B532DA">
        <w:rPr>
          <w:rFonts w:ascii="Open Sans" w:hAnsi="Open Sans" w:cs="Open Sans"/>
        </w:rPr>
        <w:t>möchten</w:t>
      </w:r>
      <w:proofErr w:type="gramEnd"/>
      <w:r w:rsidR="00AD598A">
        <w:rPr>
          <w:rFonts w:ascii="Open Sans" w:hAnsi="Open Sans" w:cs="Open Sans"/>
        </w:rPr>
        <w:t xml:space="preserve"> sowie potentiellen neuen Mitarbeiter</w:t>
      </w:r>
      <w:r w:rsidR="00A506F4">
        <w:rPr>
          <w:rFonts w:ascii="Open Sans" w:hAnsi="Open Sans" w:cs="Open Sans"/>
        </w:rPr>
        <w:t>Innen</w:t>
      </w:r>
      <w:r w:rsidR="00AD598A">
        <w:rPr>
          <w:rFonts w:ascii="Open Sans" w:hAnsi="Open Sans" w:cs="Open Sans"/>
        </w:rPr>
        <w:t>, die sich bei uns bewerben dürfen</w:t>
      </w:r>
      <w:r w:rsidR="00B532DA">
        <w:rPr>
          <w:rFonts w:ascii="Open Sans" w:hAnsi="Open Sans" w:cs="Open Sans"/>
        </w:rPr>
        <w:t xml:space="preserve">.“ </w:t>
      </w:r>
    </w:p>
    <w:p w14:paraId="47D67BAE" w14:textId="1003B974" w:rsidR="00B532DA" w:rsidRDefault="0038023B" w:rsidP="00C018D7">
      <w:pPr>
        <w:spacing w:after="120" w:line="240" w:lineRule="auto"/>
        <w:jc w:val="both"/>
        <w:rPr>
          <w:rFonts w:ascii="Open Sans" w:hAnsi="Open Sans" w:cs="Open Sans"/>
          <w:b/>
          <w:bCs/>
        </w:rPr>
      </w:pPr>
      <w:r>
        <w:rPr>
          <w:rFonts w:ascii="Open Sans" w:hAnsi="Open Sans" w:cs="Open Sans"/>
          <w:b/>
          <w:bCs/>
        </w:rPr>
        <w:t xml:space="preserve">Sportbegeisterte </w:t>
      </w:r>
      <w:proofErr w:type="spellStart"/>
      <w:r w:rsidR="00B532DA">
        <w:rPr>
          <w:rFonts w:ascii="Open Sans" w:hAnsi="Open Sans" w:cs="Open Sans"/>
          <w:b/>
          <w:bCs/>
        </w:rPr>
        <w:t>Patchworkmama</w:t>
      </w:r>
      <w:proofErr w:type="spellEnd"/>
      <w:r w:rsidR="00B532DA">
        <w:rPr>
          <w:rFonts w:ascii="Open Sans" w:hAnsi="Open Sans" w:cs="Open Sans"/>
          <w:b/>
          <w:bCs/>
        </w:rPr>
        <w:t xml:space="preserve"> mit </w:t>
      </w:r>
      <w:r w:rsidR="00BE0D7F">
        <w:rPr>
          <w:rFonts w:ascii="Open Sans" w:hAnsi="Open Sans" w:cs="Open Sans"/>
          <w:b/>
          <w:bCs/>
        </w:rPr>
        <w:t xml:space="preserve">beruflicher </w:t>
      </w:r>
      <w:r>
        <w:rPr>
          <w:rFonts w:ascii="Open Sans" w:hAnsi="Open Sans" w:cs="Open Sans"/>
          <w:b/>
          <w:bCs/>
        </w:rPr>
        <w:t xml:space="preserve">Erfolgsformel </w:t>
      </w:r>
    </w:p>
    <w:p w14:paraId="55AC7F60" w14:textId="756DDB94" w:rsidR="00C018D7" w:rsidRDefault="00DE2EEF" w:rsidP="009160A4">
      <w:pPr>
        <w:spacing w:after="120" w:line="240" w:lineRule="auto"/>
        <w:jc w:val="both"/>
        <w:rPr>
          <w:rFonts w:ascii="Open Sans" w:hAnsi="Open Sans" w:cs="Open Sans"/>
        </w:rPr>
      </w:pPr>
      <w:r>
        <w:rPr>
          <w:rFonts w:ascii="Open Sans" w:hAnsi="Open Sans" w:cs="Open Sans"/>
        </w:rPr>
        <w:t xml:space="preserve">Isabel Haufe ist </w:t>
      </w:r>
      <w:r w:rsidRPr="00DE2EEF">
        <w:rPr>
          <w:rFonts w:ascii="Open Sans" w:hAnsi="Open Sans" w:cs="Open Sans"/>
        </w:rPr>
        <w:t xml:space="preserve">seit 2004 Geschäftsführerin der Teamgeist GmbH und gleichzeitig auch Vorstand der </w:t>
      </w:r>
      <w:proofErr w:type="spellStart"/>
      <w:r w:rsidR="00C7497D" w:rsidRPr="00812748">
        <w:rPr>
          <w:rFonts w:ascii="Open Sans" w:hAnsi="Open Sans" w:cs="Open Sans"/>
          <w:i/>
          <w:iCs/>
        </w:rPr>
        <w:t>teamgeist</w:t>
      </w:r>
      <w:proofErr w:type="spellEnd"/>
      <w:r w:rsidR="00C7497D" w:rsidRPr="00812748">
        <w:rPr>
          <w:rFonts w:ascii="Open Sans" w:hAnsi="Open Sans" w:cs="Open Sans"/>
          <w:i/>
          <w:iCs/>
        </w:rPr>
        <w:t xml:space="preserve"> </w:t>
      </w:r>
      <w:r w:rsidR="009E4A3B">
        <w:rPr>
          <w:rFonts w:ascii="Open Sans" w:hAnsi="Open Sans" w:cs="Open Sans"/>
          <w:i/>
          <w:iCs/>
        </w:rPr>
        <w:t>AG</w:t>
      </w:r>
      <w:r>
        <w:rPr>
          <w:rFonts w:ascii="Open Sans" w:hAnsi="Open Sans" w:cs="Open Sans"/>
        </w:rPr>
        <w:t xml:space="preserve"> sowie verantwortlich für die Hauptstadtregion</w:t>
      </w:r>
      <w:r w:rsidRPr="00DE2EEF">
        <w:rPr>
          <w:rFonts w:ascii="Open Sans" w:hAnsi="Open Sans" w:cs="Open Sans"/>
        </w:rPr>
        <w:t xml:space="preserve">. </w:t>
      </w:r>
      <w:r>
        <w:rPr>
          <w:rFonts w:ascii="Open Sans" w:hAnsi="Open Sans" w:cs="Open Sans"/>
        </w:rPr>
        <w:t>Das</w:t>
      </w:r>
      <w:r w:rsidRPr="00DE2EEF">
        <w:rPr>
          <w:rFonts w:ascii="Open Sans" w:hAnsi="Open Sans" w:cs="Open Sans"/>
        </w:rPr>
        <w:t xml:space="preserve"> Unternehmen ist seit über 30 Jahren größter Anbieter von Team Events in Deutschland. </w:t>
      </w:r>
      <w:r w:rsidR="00FA22DD">
        <w:rPr>
          <w:rFonts w:ascii="Open Sans" w:hAnsi="Open Sans" w:cs="Open Sans"/>
        </w:rPr>
        <w:t>Ihr Fokus liegt auf dem</w:t>
      </w:r>
      <w:r w:rsidRPr="00DE2EEF">
        <w:rPr>
          <w:rFonts w:ascii="Open Sans" w:hAnsi="Open Sans" w:cs="Open Sans"/>
        </w:rPr>
        <w:t xml:space="preserve"> Ausbau des B2B-Bereichs</w:t>
      </w:r>
      <w:r w:rsidR="00E701C9">
        <w:rPr>
          <w:rFonts w:ascii="Open Sans" w:hAnsi="Open Sans" w:cs="Open Sans"/>
        </w:rPr>
        <w:t xml:space="preserve">, der seit </w:t>
      </w:r>
      <w:r w:rsidRPr="00DE2EEF">
        <w:rPr>
          <w:rFonts w:ascii="Open Sans" w:hAnsi="Open Sans" w:cs="Open Sans"/>
        </w:rPr>
        <w:t xml:space="preserve">2010 </w:t>
      </w:r>
      <w:r w:rsidR="00E701C9">
        <w:rPr>
          <w:rFonts w:ascii="Open Sans" w:hAnsi="Open Sans" w:cs="Open Sans"/>
        </w:rPr>
        <w:t xml:space="preserve">kontinuierlich wächst, mit aktuell elf Standorten in der DACH-Region. </w:t>
      </w:r>
      <w:r w:rsidR="00E07850">
        <w:rPr>
          <w:rFonts w:ascii="Open Sans" w:hAnsi="Open Sans" w:cs="Open Sans"/>
        </w:rPr>
        <w:t xml:space="preserve">Aber auch auf die Vereinbarkeit von Familie und Beruf. Denn als frische </w:t>
      </w:r>
      <w:proofErr w:type="spellStart"/>
      <w:r w:rsidR="00E07850">
        <w:rPr>
          <w:rFonts w:ascii="Open Sans" w:hAnsi="Open Sans" w:cs="Open Sans"/>
        </w:rPr>
        <w:t>Patchworkmama</w:t>
      </w:r>
      <w:proofErr w:type="spellEnd"/>
      <w:r w:rsidR="00E07850">
        <w:rPr>
          <w:rFonts w:ascii="Open Sans" w:hAnsi="Open Sans" w:cs="Open Sans"/>
        </w:rPr>
        <w:t xml:space="preserve"> mit zwei eigenen und zwei neuen Kindern</w:t>
      </w:r>
      <w:r w:rsidR="005B0330">
        <w:rPr>
          <w:rFonts w:ascii="Open Sans" w:hAnsi="Open Sans" w:cs="Open Sans"/>
        </w:rPr>
        <w:t xml:space="preserve"> weiß sie, worauf </w:t>
      </w:r>
      <w:r w:rsidR="005B0330">
        <w:rPr>
          <w:rFonts w:ascii="Open Sans" w:hAnsi="Open Sans" w:cs="Open Sans"/>
        </w:rPr>
        <w:lastRenderedPageBreak/>
        <w:t xml:space="preserve">es ankommt. </w:t>
      </w:r>
      <w:r w:rsidR="00F82DCE">
        <w:rPr>
          <w:rFonts w:ascii="Open Sans" w:hAnsi="Open Sans" w:cs="Open Sans"/>
        </w:rPr>
        <w:t xml:space="preserve">Die </w:t>
      </w:r>
      <w:r w:rsidR="005B0330">
        <w:rPr>
          <w:rFonts w:ascii="Open Sans" w:hAnsi="Open Sans" w:cs="Open Sans"/>
        </w:rPr>
        <w:t>Erfolgsformel</w:t>
      </w:r>
      <w:r w:rsidR="00F82DCE">
        <w:rPr>
          <w:rFonts w:ascii="Open Sans" w:hAnsi="Open Sans" w:cs="Open Sans"/>
        </w:rPr>
        <w:t xml:space="preserve"> der </w:t>
      </w:r>
      <w:r w:rsidR="008A5928">
        <w:rPr>
          <w:rFonts w:ascii="Open Sans" w:hAnsi="Open Sans" w:cs="Open Sans"/>
        </w:rPr>
        <w:t>gebürtigen</w:t>
      </w:r>
      <w:r w:rsidR="008A5928" w:rsidRPr="008A5928">
        <w:t xml:space="preserve"> </w:t>
      </w:r>
      <w:r w:rsidR="008A5928" w:rsidRPr="008A5928">
        <w:rPr>
          <w:rFonts w:ascii="Open Sans" w:hAnsi="Open Sans" w:cs="Open Sans"/>
        </w:rPr>
        <w:t>Jenaerin</w:t>
      </w:r>
      <w:r w:rsidR="005B0330">
        <w:rPr>
          <w:rFonts w:ascii="Open Sans" w:hAnsi="Open Sans" w:cs="Open Sans"/>
        </w:rPr>
        <w:t xml:space="preserve">: </w:t>
      </w:r>
      <w:r w:rsidR="00F82DCE">
        <w:rPr>
          <w:rFonts w:ascii="Open Sans" w:hAnsi="Open Sans" w:cs="Open Sans"/>
        </w:rPr>
        <w:t>„</w:t>
      </w:r>
      <w:r w:rsidR="00EC59FE">
        <w:rPr>
          <w:rFonts w:ascii="Open Sans" w:hAnsi="Open Sans" w:cs="Open Sans"/>
        </w:rPr>
        <w:t xml:space="preserve"> </w:t>
      </w:r>
      <w:r w:rsidR="008A5928">
        <w:rPr>
          <w:rFonts w:ascii="Open Sans" w:hAnsi="Open Sans" w:cs="Open Sans"/>
        </w:rPr>
        <w:t>Ich bin z</w:t>
      </w:r>
      <w:r w:rsidR="00F82DCE" w:rsidRPr="00F82DCE">
        <w:rPr>
          <w:rFonts w:ascii="Open Sans" w:hAnsi="Open Sans" w:cs="Open Sans"/>
        </w:rPr>
        <w:t xml:space="preserve">wei Wochen </w:t>
      </w:r>
      <w:r w:rsidR="008A5928">
        <w:rPr>
          <w:rFonts w:ascii="Open Sans" w:hAnsi="Open Sans" w:cs="Open Sans"/>
        </w:rPr>
        <w:t xml:space="preserve">am Stück </w:t>
      </w:r>
      <w:r w:rsidR="00F82DCE" w:rsidRPr="00F82DCE">
        <w:rPr>
          <w:rFonts w:ascii="Open Sans" w:hAnsi="Open Sans" w:cs="Open Sans"/>
        </w:rPr>
        <w:t>mit meinen Kindern zusammen und gebe ihnen ungeteilte Aufmerksamkeit. In der Zeit nehme ich keine geschäftlichen Termine am Nachmittag oder am Wochenende an. Die restlichen zwei Wochen arbeite ich dann sehr intensiv an unseren Projekten, fokussiere mich auf unsere Mitarbeiter und die Gesundheit sowie meinen Mann, mit dem ich gern Work &amp; Travel verbinde</w:t>
      </w:r>
      <w:r w:rsidR="008A5928">
        <w:rPr>
          <w:rFonts w:ascii="Open Sans" w:hAnsi="Open Sans" w:cs="Open Sans"/>
        </w:rPr>
        <w:t xml:space="preserve">.“ Diesen Ansatz </w:t>
      </w:r>
      <w:r w:rsidR="00FE1D14">
        <w:rPr>
          <w:rFonts w:ascii="Open Sans" w:hAnsi="Open Sans" w:cs="Open Sans"/>
        </w:rPr>
        <w:t xml:space="preserve">hat sie sicherlich ihrer Ausbildung und Sportbegeisterung zu verdanken. </w:t>
      </w:r>
      <w:r w:rsidR="00E93E1E">
        <w:rPr>
          <w:rFonts w:ascii="Open Sans" w:hAnsi="Open Sans" w:cs="Open Sans"/>
        </w:rPr>
        <w:t xml:space="preserve">Sie schloss ihr Studium als </w:t>
      </w:r>
      <w:r w:rsidR="00BA342A" w:rsidRPr="00BA342A">
        <w:rPr>
          <w:rFonts w:ascii="Open Sans" w:hAnsi="Open Sans" w:cs="Open Sans"/>
        </w:rPr>
        <w:t>Dipl. Sportmanagerin</w:t>
      </w:r>
      <w:r w:rsidR="00BA342A">
        <w:rPr>
          <w:rFonts w:ascii="Open Sans" w:hAnsi="Open Sans" w:cs="Open Sans"/>
        </w:rPr>
        <w:t xml:space="preserve"> </w:t>
      </w:r>
      <w:r w:rsidR="00E93E1E">
        <w:rPr>
          <w:rFonts w:ascii="Open Sans" w:hAnsi="Open Sans" w:cs="Open Sans"/>
        </w:rPr>
        <w:t>an der Universität Leipzig ab</w:t>
      </w:r>
      <w:r w:rsidR="00F53CF6">
        <w:rPr>
          <w:rFonts w:ascii="Open Sans" w:hAnsi="Open Sans" w:cs="Open Sans"/>
        </w:rPr>
        <w:t>.</w:t>
      </w:r>
      <w:r w:rsidR="00631108">
        <w:rPr>
          <w:rFonts w:ascii="Open Sans" w:hAnsi="Open Sans" w:cs="Open Sans"/>
        </w:rPr>
        <w:t xml:space="preserve"> Bevor sie zu </w:t>
      </w:r>
      <w:r w:rsidR="00631108" w:rsidRPr="00BA342A">
        <w:rPr>
          <w:rFonts w:ascii="Open Sans" w:hAnsi="Open Sans" w:cs="Open Sans"/>
          <w:i/>
          <w:iCs/>
        </w:rPr>
        <w:t>teamgeist</w:t>
      </w:r>
      <w:r w:rsidR="00631108">
        <w:rPr>
          <w:rFonts w:ascii="Open Sans" w:hAnsi="Open Sans" w:cs="Open Sans"/>
        </w:rPr>
        <w:t xml:space="preserve"> kam, arbeitete sie mehrere Jahre als Trainerin, unter anderem für erlebnisorientierte Weiterbildung oder </w:t>
      </w:r>
      <w:r w:rsidR="005D40FC">
        <w:rPr>
          <w:rFonts w:ascii="Open Sans" w:hAnsi="Open Sans" w:cs="Open Sans"/>
        </w:rPr>
        <w:t xml:space="preserve">Prozessoptimierung. </w:t>
      </w:r>
      <w:r w:rsidR="00F53CF6">
        <w:rPr>
          <w:rFonts w:ascii="Open Sans" w:hAnsi="Open Sans" w:cs="Open Sans"/>
        </w:rPr>
        <w:t xml:space="preserve">Als </w:t>
      </w:r>
      <w:r w:rsidR="00F53CF6" w:rsidRPr="00F53CF6">
        <w:rPr>
          <w:rFonts w:ascii="Open Sans" w:hAnsi="Open Sans" w:cs="Open Sans"/>
        </w:rPr>
        <w:t>ehemalige Geräteturnen-Leistungssportlerin probier</w:t>
      </w:r>
      <w:r w:rsidR="00EB7FD2">
        <w:rPr>
          <w:rFonts w:ascii="Open Sans" w:hAnsi="Open Sans" w:cs="Open Sans"/>
        </w:rPr>
        <w:t>t sie i</w:t>
      </w:r>
      <w:r w:rsidR="00F53CF6" w:rsidRPr="00F53CF6">
        <w:rPr>
          <w:rFonts w:ascii="Open Sans" w:hAnsi="Open Sans" w:cs="Open Sans"/>
        </w:rPr>
        <w:t xml:space="preserve">mmer wieder gern etwas Neues aus. Aktuell </w:t>
      </w:r>
      <w:r w:rsidR="00EB7FD2">
        <w:rPr>
          <w:rFonts w:ascii="Open Sans" w:hAnsi="Open Sans" w:cs="Open Sans"/>
        </w:rPr>
        <w:t>zum Beispiel W</w:t>
      </w:r>
      <w:r w:rsidR="00F53CF6" w:rsidRPr="00F53CF6">
        <w:rPr>
          <w:rFonts w:ascii="Open Sans" w:hAnsi="Open Sans" w:cs="Open Sans"/>
        </w:rPr>
        <w:t xml:space="preserve">ing </w:t>
      </w:r>
      <w:proofErr w:type="spellStart"/>
      <w:r w:rsidR="00F53CF6" w:rsidRPr="00F53CF6">
        <w:rPr>
          <w:rFonts w:ascii="Open Sans" w:hAnsi="Open Sans" w:cs="Open Sans"/>
        </w:rPr>
        <w:t>Foiling</w:t>
      </w:r>
      <w:proofErr w:type="spellEnd"/>
      <w:r w:rsidR="00F53CF6" w:rsidRPr="00F53CF6">
        <w:rPr>
          <w:rFonts w:ascii="Open Sans" w:hAnsi="Open Sans" w:cs="Open Sans"/>
        </w:rPr>
        <w:t xml:space="preserve">. </w:t>
      </w:r>
      <w:r w:rsidR="00EB7FD2">
        <w:rPr>
          <w:rFonts w:ascii="Open Sans" w:hAnsi="Open Sans" w:cs="Open Sans"/>
        </w:rPr>
        <w:t xml:space="preserve">Sie ist </w:t>
      </w:r>
      <w:r w:rsidR="00F53CF6" w:rsidRPr="00F53CF6">
        <w:rPr>
          <w:rFonts w:ascii="Open Sans" w:hAnsi="Open Sans" w:cs="Open Sans"/>
        </w:rPr>
        <w:t>aber auch Hochseeskipperin, Surferin und Sportkatamaran-Segellehrerin.</w:t>
      </w:r>
      <w:r w:rsidR="00EB7FD2">
        <w:rPr>
          <w:rFonts w:ascii="Open Sans" w:hAnsi="Open Sans" w:cs="Open Sans"/>
        </w:rPr>
        <w:t xml:space="preserve"> Alles </w:t>
      </w:r>
      <w:r w:rsidR="002972A0">
        <w:rPr>
          <w:rFonts w:ascii="Open Sans" w:hAnsi="Open Sans" w:cs="Open Sans"/>
        </w:rPr>
        <w:t xml:space="preserve">Aktivitäten, die </w:t>
      </w:r>
      <w:r w:rsidR="005B4D21">
        <w:rPr>
          <w:rFonts w:ascii="Open Sans" w:hAnsi="Open Sans" w:cs="Open Sans"/>
        </w:rPr>
        <w:t>eine gewisse Konzentration erfordern</w:t>
      </w:r>
      <w:r w:rsidR="00C8503B">
        <w:rPr>
          <w:rFonts w:ascii="Open Sans" w:hAnsi="Open Sans" w:cs="Open Sans"/>
        </w:rPr>
        <w:t xml:space="preserve"> und </w:t>
      </w:r>
      <w:r w:rsidR="001A1D1A">
        <w:rPr>
          <w:rFonts w:ascii="Open Sans" w:hAnsi="Open Sans" w:cs="Open Sans"/>
        </w:rPr>
        <w:t>ihren</w:t>
      </w:r>
      <w:r w:rsidR="006D01F3">
        <w:rPr>
          <w:rFonts w:ascii="Open Sans" w:hAnsi="Open Sans" w:cs="Open Sans"/>
        </w:rPr>
        <w:t xml:space="preserve"> positive Leadership-</w:t>
      </w:r>
      <w:r w:rsidR="00BF6890">
        <w:rPr>
          <w:rFonts w:ascii="Open Sans" w:hAnsi="Open Sans" w:cs="Open Sans"/>
        </w:rPr>
        <w:t>Führungsstil</w:t>
      </w:r>
      <w:r w:rsidR="006D01F3">
        <w:rPr>
          <w:rFonts w:ascii="Open Sans" w:hAnsi="Open Sans" w:cs="Open Sans"/>
        </w:rPr>
        <w:t xml:space="preserve"> </w:t>
      </w:r>
      <w:r w:rsidR="00BF6890">
        <w:rPr>
          <w:rFonts w:ascii="Open Sans" w:hAnsi="Open Sans" w:cs="Open Sans"/>
        </w:rPr>
        <w:t>stützen</w:t>
      </w:r>
      <w:r w:rsidR="00FF3391">
        <w:rPr>
          <w:rFonts w:ascii="Open Sans" w:hAnsi="Open Sans" w:cs="Open Sans"/>
        </w:rPr>
        <w:t xml:space="preserve">. </w:t>
      </w:r>
    </w:p>
    <w:p w14:paraId="07895893" w14:textId="73C7FA36" w:rsidR="001747C1" w:rsidRDefault="001747C1" w:rsidP="009160A4">
      <w:pPr>
        <w:spacing w:after="0" w:line="240" w:lineRule="auto"/>
        <w:jc w:val="both"/>
        <w:rPr>
          <w:rFonts w:ascii="Open Sans" w:hAnsi="Open Sans" w:cs="Open Sans"/>
          <w:b/>
          <w:bCs/>
        </w:rPr>
      </w:pPr>
      <w:r w:rsidRPr="001747C1">
        <w:rPr>
          <w:rFonts w:ascii="Open Sans" w:hAnsi="Open Sans" w:cs="Open Sans"/>
          <w:b/>
          <w:bCs/>
        </w:rPr>
        <w:t>Vom Projekt</w:t>
      </w:r>
      <w:r w:rsidR="005B413A">
        <w:rPr>
          <w:rFonts w:ascii="Open Sans" w:hAnsi="Open Sans" w:cs="Open Sans"/>
          <w:b/>
          <w:bCs/>
        </w:rPr>
        <w:t xml:space="preserve">manager </w:t>
      </w:r>
      <w:r w:rsidRPr="001747C1">
        <w:rPr>
          <w:rFonts w:ascii="Open Sans" w:hAnsi="Open Sans" w:cs="Open Sans"/>
          <w:b/>
          <w:bCs/>
        </w:rPr>
        <w:t>zum Geschäftsführer</w:t>
      </w:r>
      <w:r>
        <w:rPr>
          <w:rFonts w:ascii="Open Sans" w:hAnsi="Open Sans" w:cs="Open Sans"/>
          <w:b/>
          <w:bCs/>
        </w:rPr>
        <w:t xml:space="preserve">: Sebastian </w:t>
      </w:r>
      <w:r w:rsidR="00BA342A">
        <w:rPr>
          <w:rFonts w:ascii="Open Sans" w:hAnsi="Open Sans" w:cs="Open Sans"/>
          <w:b/>
          <w:bCs/>
        </w:rPr>
        <w:t>Zieler</w:t>
      </w:r>
    </w:p>
    <w:p w14:paraId="59BC8A9C" w14:textId="6C4DBE78" w:rsidR="00DC7035" w:rsidRDefault="00546C1C" w:rsidP="00DC7035">
      <w:pPr>
        <w:spacing w:after="120" w:line="240" w:lineRule="auto"/>
        <w:jc w:val="both"/>
        <w:rPr>
          <w:rFonts w:ascii="Open Sans" w:hAnsi="Open Sans" w:cs="Open Sans"/>
        </w:rPr>
      </w:pPr>
      <w:r>
        <w:rPr>
          <w:rFonts w:ascii="Open Sans" w:hAnsi="Open Sans" w:cs="Open Sans"/>
        </w:rPr>
        <w:t>Er ist 39-jahre jung</w:t>
      </w:r>
      <w:r w:rsidR="00402940">
        <w:rPr>
          <w:rFonts w:ascii="Open Sans" w:hAnsi="Open Sans" w:cs="Open Sans"/>
        </w:rPr>
        <w:t xml:space="preserve"> und hat einen </w:t>
      </w:r>
      <w:r w:rsidR="007A0B48">
        <w:rPr>
          <w:rFonts w:ascii="Open Sans" w:hAnsi="Open Sans" w:cs="Open Sans"/>
        </w:rPr>
        <w:t xml:space="preserve">interessanten Karriereweg hinter sich. </w:t>
      </w:r>
      <w:r w:rsidR="00BA342A" w:rsidRPr="00BA342A">
        <w:rPr>
          <w:rFonts w:ascii="Open Sans" w:hAnsi="Open Sans" w:cs="Open Sans"/>
        </w:rPr>
        <w:t xml:space="preserve">Nach seinem Abitur und anschließendem Grundwehrdienst studierte der aus Herzberg an der Elster stammende, BWL in Freiberg. Danach folgte ein Umzug nach Berlin und Anstellungen bei </w:t>
      </w:r>
      <w:proofErr w:type="spellStart"/>
      <w:r w:rsidR="00BA342A" w:rsidRPr="00BA342A">
        <w:rPr>
          <w:rFonts w:ascii="Open Sans" w:hAnsi="Open Sans" w:cs="Open Sans"/>
        </w:rPr>
        <w:t>subside</w:t>
      </w:r>
      <w:proofErr w:type="spellEnd"/>
      <w:r w:rsidR="00BA342A" w:rsidRPr="00BA342A">
        <w:rPr>
          <w:rFonts w:ascii="Open Sans" w:hAnsi="Open Sans" w:cs="Open Sans"/>
        </w:rPr>
        <w:t xml:space="preserve"> Sports (parallel war er Volunteer bei der Fußball-WM 2006) sowie bei der Europäischen Sportakademie Land Brandenburg.</w:t>
      </w:r>
      <w:r w:rsidR="00BA342A">
        <w:rPr>
          <w:rFonts w:ascii="Open Sans" w:hAnsi="Open Sans" w:cs="Open Sans"/>
        </w:rPr>
        <w:t xml:space="preserve"> </w:t>
      </w:r>
      <w:r w:rsidR="005B413A">
        <w:rPr>
          <w:rFonts w:ascii="Open Sans" w:hAnsi="Open Sans" w:cs="Open Sans"/>
        </w:rPr>
        <w:t xml:space="preserve">Im Jahr 2010 stieß er zur </w:t>
      </w:r>
      <w:r w:rsidR="00BA342A">
        <w:rPr>
          <w:rFonts w:ascii="Open Sans" w:hAnsi="Open Sans" w:cs="Open Sans"/>
        </w:rPr>
        <w:t>T</w:t>
      </w:r>
      <w:r w:rsidR="005B413A">
        <w:rPr>
          <w:rFonts w:ascii="Open Sans" w:hAnsi="Open Sans" w:cs="Open Sans"/>
        </w:rPr>
        <w:t xml:space="preserve">eamgeist GmbH und fing </w:t>
      </w:r>
      <w:r w:rsidR="00DC22DC">
        <w:rPr>
          <w:rFonts w:ascii="Open Sans" w:hAnsi="Open Sans" w:cs="Open Sans"/>
        </w:rPr>
        <w:t xml:space="preserve">hier </w:t>
      </w:r>
      <w:r w:rsidR="005B413A">
        <w:rPr>
          <w:rFonts w:ascii="Open Sans" w:hAnsi="Open Sans" w:cs="Open Sans"/>
        </w:rPr>
        <w:t xml:space="preserve">als Projektmanager an. </w:t>
      </w:r>
      <w:r w:rsidR="00D66576">
        <w:rPr>
          <w:rFonts w:ascii="Open Sans" w:hAnsi="Open Sans" w:cs="Open Sans"/>
        </w:rPr>
        <w:t xml:space="preserve">Schnell stieg er zum Standortleiter auf, zunächst </w:t>
      </w:r>
      <w:r w:rsidR="00E65D24">
        <w:rPr>
          <w:rFonts w:ascii="Open Sans" w:hAnsi="Open Sans" w:cs="Open Sans"/>
        </w:rPr>
        <w:t>für</w:t>
      </w:r>
      <w:r w:rsidR="00D66576">
        <w:rPr>
          <w:rFonts w:ascii="Open Sans" w:hAnsi="Open Sans" w:cs="Open Sans"/>
        </w:rPr>
        <w:t xml:space="preserve"> Potsdam, dann für Brandenburg und </w:t>
      </w:r>
      <w:r w:rsidR="00E8510E">
        <w:rPr>
          <w:rFonts w:ascii="Open Sans" w:hAnsi="Open Sans" w:cs="Open Sans"/>
        </w:rPr>
        <w:t xml:space="preserve">schließlich </w:t>
      </w:r>
      <w:r w:rsidR="00D66576">
        <w:rPr>
          <w:rFonts w:ascii="Open Sans" w:hAnsi="Open Sans" w:cs="Open Sans"/>
        </w:rPr>
        <w:t>für Berlin/Brandenburg</w:t>
      </w:r>
      <w:r w:rsidR="00733288">
        <w:rPr>
          <w:rFonts w:ascii="Open Sans" w:hAnsi="Open Sans" w:cs="Open Sans"/>
        </w:rPr>
        <w:t xml:space="preserve"> bis er zum Prokuristen ernannt und jetzt als Geschäftsführer </w:t>
      </w:r>
      <w:r w:rsidR="00653C0A">
        <w:rPr>
          <w:rFonts w:ascii="Open Sans" w:hAnsi="Open Sans" w:cs="Open Sans"/>
        </w:rPr>
        <w:t>mit Isabel Haufe an einem Strang zieht</w:t>
      </w:r>
      <w:r w:rsidR="00733288">
        <w:rPr>
          <w:rFonts w:ascii="Open Sans" w:hAnsi="Open Sans" w:cs="Open Sans"/>
        </w:rPr>
        <w:t xml:space="preserve">. </w:t>
      </w:r>
    </w:p>
    <w:p w14:paraId="3114FC1A" w14:textId="128DBC99" w:rsidR="00EA1980" w:rsidRDefault="002B5AE8" w:rsidP="00DC7035">
      <w:pPr>
        <w:spacing w:after="120" w:line="240" w:lineRule="auto"/>
        <w:jc w:val="both"/>
        <w:rPr>
          <w:rFonts w:ascii="Open Sans" w:hAnsi="Open Sans" w:cs="Open Sans"/>
        </w:rPr>
      </w:pPr>
      <w:r>
        <w:rPr>
          <w:rFonts w:ascii="Open Sans" w:hAnsi="Open Sans" w:cs="Open Sans"/>
        </w:rPr>
        <w:t xml:space="preserve">Dabei konzentriert er sich </w:t>
      </w:r>
      <w:r w:rsidRPr="002B5AE8">
        <w:rPr>
          <w:rFonts w:ascii="Open Sans" w:hAnsi="Open Sans" w:cs="Open Sans"/>
        </w:rPr>
        <w:t>auf die Koordination von Großgruppenevents</w:t>
      </w:r>
      <w:r w:rsidR="00EA1980">
        <w:rPr>
          <w:rFonts w:ascii="Open Sans" w:hAnsi="Open Sans" w:cs="Open Sans"/>
        </w:rPr>
        <w:t xml:space="preserve">. </w:t>
      </w:r>
      <w:r w:rsidR="003E5296">
        <w:rPr>
          <w:rFonts w:ascii="Open Sans" w:hAnsi="Open Sans" w:cs="Open Sans"/>
        </w:rPr>
        <w:t xml:space="preserve">Zwei ganz besondere Eventhighlights haben </w:t>
      </w:r>
      <w:r w:rsidR="00EA1980">
        <w:rPr>
          <w:rFonts w:ascii="Open Sans" w:hAnsi="Open Sans" w:cs="Open Sans"/>
        </w:rPr>
        <w:t>ihn</w:t>
      </w:r>
      <w:r w:rsidR="003E5296">
        <w:rPr>
          <w:rFonts w:ascii="Open Sans" w:hAnsi="Open Sans" w:cs="Open Sans"/>
        </w:rPr>
        <w:t xml:space="preserve"> im Unternehmen geprägt: </w:t>
      </w:r>
      <w:r w:rsidR="005F2087">
        <w:rPr>
          <w:rFonts w:ascii="Open Sans" w:hAnsi="Open Sans" w:cs="Open Sans"/>
        </w:rPr>
        <w:t>der G</w:t>
      </w:r>
      <w:r w:rsidR="003E5296" w:rsidRPr="003E5296">
        <w:rPr>
          <w:rFonts w:ascii="Open Sans" w:hAnsi="Open Sans" w:cs="Open Sans"/>
        </w:rPr>
        <w:t xml:space="preserve">uinness-Floßbauweltrekord 2013 mit </w:t>
      </w:r>
      <w:proofErr w:type="spellStart"/>
      <w:r w:rsidR="003E5296" w:rsidRPr="003E5296">
        <w:rPr>
          <w:rFonts w:ascii="Open Sans" w:hAnsi="Open Sans" w:cs="Open Sans"/>
        </w:rPr>
        <w:t>Soennecken</w:t>
      </w:r>
      <w:proofErr w:type="spellEnd"/>
      <w:r w:rsidR="003E5296" w:rsidRPr="003E5296">
        <w:rPr>
          <w:rFonts w:ascii="Open Sans" w:hAnsi="Open Sans" w:cs="Open Sans"/>
        </w:rPr>
        <w:t xml:space="preserve"> und 409 Personen in Potsdam</w:t>
      </w:r>
      <w:r w:rsidR="005F2087">
        <w:rPr>
          <w:rFonts w:ascii="Open Sans" w:hAnsi="Open Sans" w:cs="Open Sans"/>
        </w:rPr>
        <w:t xml:space="preserve"> sowie der</w:t>
      </w:r>
      <w:r w:rsidR="003E5296" w:rsidRPr="003E5296">
        <w:rPr>
          <w:rFonts w:ascii="Open Sans" w:hAnsi="Open Sans" w:cs="Open Sans"/>
        </w:rPr>
        <w:t xml:space="preserve"> Spielhausbau mit der GASAG und 150 Teilnehmenden für Berliner Kindertagesstätten.</w:t>
      </w:r>
      <w:r w:rsidR="00E125D7">
        <w:rPr>
          <w:rFonts w:ascii="Open Sans" w:hAnsi="Open Sans" w:cs="Open Sans"/>
        </w:rPr>
        <w:t xml:space="preserve"> </w:t>
      </w:r>
      <w:r w:rsidR="00EA1980">
        <w:rPr>
          <w:rFonts w:ascii="Open Sans" w:hAnsi="Open Sans" w:cs="Open Sans"/>
        </w:rPr>
        <w:t xml:space="preserve">Zudem ist </w:t>
      </w:r>
      <w:r w:rsidR="00BA342A">
        <w:rPr>
          <w:rFonts w:ascii="Open Sans" w:hAnsi="Open Sans" w:cs="Open Sans"/>
        </w:rPr>
        <w:t>Sebastian Ziele</w:t>
      </w:r>
      <w:r w:rsidR="009E4A3B">
        <w:rPr>
          <w:rFonts w:ascii="Open Sans" w:hAnsi="Open Sans" w:cs="Open Sans"/>
        </w:rPr>
        <w:t>r</w:t>
      </w:r>
      <w:r w:rsidR="00EA1980" w:rsidRPr="00EA1980">
        <w:rPr>
          <w:rFonts w:ascii="Open Sans" w:hAnsi="Open Sans" w:cs="Open Sans"/>
        </w:rPr>
        <w:t xml:space="preserve"> </w:t>
      </w:r>
      <w:r w:rsidR="00EA1980">
        <w:rPr>
          <w:rFonts w:ascii="Open Sans" w:hAnsi="Open Sans" w:cs="Open Sans"/>
        </w:rPr>
        <w:t>auch</w:t>
      </w:r>
      <w:r w:rsidR="00EA1980" w:rsidRPr="00EA1980">
        <w:rPr>
          <w:rFonts w:ascii="Open Sans" w:hAnsi="Open Sans" w:cs="Open Sans"/>
        </w:rPr>
        <w:t xml:space="preserve"> sportbegeistert und baut </w:t>
      </w:r>
      <w:r w:rsidR="00EA1980">
        <w:rPr>
          <w:rFonts w:ascii="Open Sans" w:hAnsi="Open Sans" w:cs="Open Sans"/>
        </w:rPr>
        <w:t xml:space="preserve">gerne </w:t>
      </w:r>
      <w:r w:rsidR="00EA1980" w:rsidRPr="00EA1980">
        <w:rPr>
          <w:rFonts w:ascii="Open Sans" w:hAnsi="Open Sans" w:cs="Open Sans"/>
        </w:rPr>
        <w:t>nachhaltige Beziehungen und Kooperationen auf</w:t>
      </w:r>
      <w:r w:rsidR="00E75270">
        <w:rPr>
          <w:rFonts w:ascii="Open Sans" w:hAnsi="Open Sans" w:cs="Open Sans"/>
        </w:rPr>
        <w:t>. Beispielsweise mit der espoto GmbH</w:t>
      </w:r>
      <w:r w:rsidR="007858A7">
        <w:rPr>
          <w:rFonts w:ascii="Open Sans" w:hAnsi="Open Sans" w:cs="Open Sans"/>
        </w:rPr>
        <w:t>,</w:t>
      </w:r>
      <w:r w:rsidR="00E75270">
        <w:rPr>
          <w:rFonts w:ascii="Open Sans" w:hAnsi="Open Sans" w:cs="Open Sans"/>
        </w:rPr>
        <w:t xml:space="preserve"> </w:t>
      </w:r>
      <w:r w:rsidR="007858A7" w:rsidRPr="007858A7">
        <w:rPr>
          <w:rFonts w:ascii="Open Sans" w:hAnsi="Open Sans" w:cs="Open Sans"/>
        </w:rPr>
        <w:t>Entwickler für mobile Software</w:t>
      </w:r>
      <w:r w:rsidR="007858A7">
        <w:rPr>
          <w:rFonts w:ascii="Open Sans" w:hAnsi="Open Sans" w:cs="Open Sans"/>
        </w:rPr>
        <w:t xml:space="preserve">, der sich </w:t>
      </w:r>
      <w:r w:rsidR="007858A7" w:rsidRPr="007858A7">
        <w:rPr>
          <w:rFonts w:ascii="Open Sans" w:hAnsi="Open Sans" w:cs="Open Sans"/>
        </w:rPr>
        <w:t>dem Thema Mobile Serious Games verschrieben</w:t>
      </w:r>
      <w:r w:rsidR="007858A7">
        <w:rPr>
          <w:rFonts w:ascii="Open Sans" w:hAnsi="Open Sans" w:cs="Open Sans"/>
        </w:rPr>
        <w:t xml:space="preserve"> hat</w:t>
      </w:r>
      <w:r w:rsidR="005963B8">
        <w:rPr>
          <w:rFonts w:ascii="Open Sans" w:hAnsi="Open Sans" w:cs="Open Sans"/>
        </w:rPr>
        <w:t xml:space="preserve">. Gemeinsam planen sie </w:t>
      </w:r>
      <w:r w:rsidR="00E125D7">
        <w:rPr>
          <w:rFonts w:ascii="Open Sans" w:hAnsi="Open Sans" w:cs="Open Sans"/>
        </w:rPr>
        <w:t xml:space="preserve">besondere Eventformate mit Fokus auf </w:t>
      </w:r>
      <w:proofErr w:type="spellStart"/>
      <w:r w:rsidR="00E125D7">
        <w:rPr>
          <w:rFonts w:ascii="Open Sans" w:hAnsi="Open Sans" w:cs="Open Sans"/>
        </w:rPr>
        <w:t>Playful</w:t>
      </w:r>
      <w:proofErr w:type="spellEnd"/>
      <w:r w:rsidR="00E125D7">
        <w:rPr>
          <w:rFonts w:ascii="Open Sans" w:hAnsi="Open Sans" w:cs="Open Sans"/>
        </w:rPr>
        <w:t xml:space="preserve"> Business</w:t>
      </w:r>
      <w:r w:rsidR="005963B8">
        <w:rPr>
          <w:rFonts w:ascii="Open Sans" w:hAnsi="Open Sans" w:cs="Open Sans"/>
        </w:rPr>
        <w:t xml:space="preserve"> und Nachhaltigkeit</w:t>
      </w:r>
      <w:r w:rsidR="007858A7" w:rsidRPr="007858A7">
        <w:rPr>
          <w:rFonts w:ascii="Open Sans" w:hAnsi="Open Sans" w:cs="Open Sans"/>
        </w:rPr>
        <w:t>.</w:t>
      </w:r>
    </w:p>
    <w:p w14:paraId="14CE7D9F" w14:textId="2FB701ED" w:rsidR="00905115" w:rsidRDefault="001B6BBD" w:rsidP="006F761C">
      <w:pPr>
        <w:spacing w:after="120" w:line="240" w:lineRule="auto"/>
        <w:jc w:val="both"/>
        <w:rPr>
          <w:rFonts w:ascii="Open Sans" w:hAnsi="Open Sans" w:cs="Open Sans"/>
        </w:rPr>
      </w:pPr>
      <w:r>
        <w:rPr>
          <w:rFonts w:ascii="Open Sans" w:hAnsi="Open Sans" w:cs="Open Sans"/>
        </w:rPr>
        <w:t xml:space="preserve">Aktuell unterstützen </w:t>
      </w:r>
      <w:r w:rsidR="00864F02">
        <w:rPr>
          <w:rFonts w:ascii="Open Sans" w:hAnsi="Open Sans" w:cs="Open Sans"/>
        </w:rPr>
        <w:t xml:space="preserve">120 MitarbeiterInnen </w:t>
      </w:r>
      <w:r w:rsidR="00640B69">
        <w:rPr>
          <w:rFonts w:ascii="Open Sans" w:hAnsi="Open Sans" w:cs="Open Sans"/>
        </w:rPr>
        <w:t xml:space="preserve">die </w:t>
      </w:r>
      <w:proofErr w:type="spellStart"/>
      <w:r w:rsidR="00640B69">
        <w:rPr>
          <w:rFonts w:ascii="Open Sans" w:hAnsi="Open Sans" w:cs="Open Sans"/>
        </w:rPr>
        <w:t>teamgeist</w:t>
      </w:r>
      <w:proofErr w:type="spellEnd"/>
      <w:r w:rsidR="00640B69">
        <w:rPr>
          <w:rFonts w:ascii="Open Sans" w:hAnsi="Open Sans" w:cs="Open Sans"/>
        </w:rPr>
        <w:t xml:space="preserve"> </w:t>
      </w:r>
      <w:proofErr w:type="spellStart"/>
      <w:r w:rsidR="00640B69">
        <w:rPr>
          <w:rFonts w:ascii="Open Sans" w:hAnsi="Open Sans" w:cs="Open Sans"/>
        </w:rPr>
        <w:t>group</w:t>
      </w:r>
      <w:proofErr w:type="spellEnd"/>
      <w:r w:rsidR="00864F02">
        <w:rPr>
          <w:rFonts w:ascii="Open Sans" w:hAnsi="Open Sans" w:cs="Open Sans"/>
        </w:rPr>
        <w:t xml:space="preserve">, darunter </w:t>
      </w:r>
      <w:r w:rsidR="006B5B9C">
        <w:rPr>
          <w:rFonts w:ascii="Open Sans" w:hAnsi="Open Sans" w:cs="Open Sans"/>
        </w:rPr>
        <w:t xml:space="preserve">sind etwa 30 Personen in der </w:t>
      </w:r>
      <w:r w:rsidR="00640B69">
        <w:rPr>
          <w:rFonts w:ascii="Open Sans" w:hAnsi="Open Sans" w:cs="Open Sans"/>
        </w:rPr>
        <w:t>Hauptstadtregion</w:t>
      </w:r>
      <w:r w:rsidR="006B5B9C">
        <w:rPr>
          <w:rFonts w:ascii="Open Sans" w:hAnsi="Open Sans" w:cs="Open Sans"/>
        </w:rPr>
        <w:t xml:space="preserve"> </w:t>
      </w:r>
      <w:r w:rsidR="000A128A">
        <w:rPr>
          <w:rFonts w:ascii="Open Sans" w:hAnsi="Open Sans" w:cs="Open Sans"/>
        </w:rPr>
        <w:t xml:space="preserve">tätig. </w:t>
      </w:r>
      <w:r w:rsidR="00640B69">
        <w:rPr>
          <w:rFonts w:ascii="Open Sans" w:hAnsi="Open Sans" w:cs="Open Sans"/>
        </w:rPr>
        <w:t>Hier</w:t>
      </w:r>
      <w:r w:rsidR="000A128A">
        <w:rPr>
          <w:rFonts w:ascii="Open Sans" w:hAnsi="Open Sans" w:cs="Open Sans"/>
        </w:rPr>
        <w:t xml:space="preserve"> werden weitere MitarbeiterInnen für Berlin </w:t>
      </w:r>
      <w:r w:rsidR="006F761C">
        <w:rPr>
          <w:rFonts w:ascii="Open Sans" w:hAnsi="Open Sans" w:cs="Open Sans"/>
        </w:rPr>
        <w:t xml:space="preserve">und Brandenburg </w:t>
      </w:r>
      <w:r w:rsidR="000A128A">
        <w:rPr>
          <w:rFonts w:ascii="Open Sans" w:hAnsi="Open Sans" w:cs="Open Sans"/>
        </w:rPr>
        <w:t xml:space="preserve">gesucht. Interessierte können sich </w:t>
      </w:r>
      <w:r w:rsidR="00640B69">
        <w:rPr>
          <w:rFonts w:ascii="Open Sans" w:hAnsi="Open Sans" w:cs="Open Sans"/>
        </w:rPr>
        <w:t xml:space="preserve">mit einer kurzen Bewerbung </w:t>
      </w:r>
      <w:r w:rsidR="000A128A" w:rsidRPr="00BA342A">
        <w:rPr>
          <w:rFonts w:ascii="Open Sans" w:hAnsi="Open Sans" w:cs="Open Sans"/>
        </w:rPr>
        <w:t xml:space="preserve">per Email an </w:t>
      </w:r>
      <w:hyperlink r:id="rId18" w:history="1">
        <w:r w:rsidR="00BA342A" w:rsidRPr="004917C3">
          <w:rPr>
            <w:rStyle w:val="Hyperlink"/>
            <w:rFonts w:ascii="Open Sans" w:hAnsi="Open Sans" w:cs="Open Sans"/>
          </w:rPr>
          <w:t>personal@teamgeist.com</w:t>
        </w:r>
      </w:hyperlink>
      <w:r w:rsidR="00BA342A">
        <w:rPr>
          <w:rFonts w:ascii="Open Sans" w:hAnsi="Open Sans" w:cs="Open Sans"/>
        </w:rPr>
        <w:t xml:space="preserve"> </w:t>
      </w:r>
      <w:r w:rsidR="006F761C" w:rsidRPr="00BA342A">
        <w:rPr>
          <w:rFonts w:ascii="Open Sans" w:hAnsi="Open Sans" w:cs="Open Sans"/>
        </w:rPr>
        <w:t>melden.</w:t>
      </w:r>
      <w:r w:rsidR="006F761C">
        <w:rPr>
          <w:rFonts w:ascii="Open Sans" w:hAnsi="Open Sans" w:cs="Open Sans"/>
        </w:rPr>
        <w:t xml:space="preserve"> </w:t>
      </w:r>
    </w:p>
    <w:p w14:paraId="22C5F74C" w14:textId="77777777" w:rsidR="009D1E65" w:rsidRPr="009D1E65" w:rsidRDefault="009D1E65" w:rsidP="009D1E65">
      <w:pPr>
        <w:spacing w:after="0" w:line="240" w:lineRule="auto"/>
        <w:jc w:val="both"/>
        <w:rPr>
          <w:rFonts w:ascii="Open Sans" w:hAnsi="Open Sans" w:cs="Open Sans"/>
          <w:b/>
          <w:bCs/>
          <w:sz w:val="18"/>
          <w:szCs w:val="18"/>
        </w:rPr>
      </w:pPr>
      <w:r w:rsidRPr="009D1E65">
        <w:rPr>
          <w:rFonts w:ascii="Open Sans" w:hAnsi="Open Sans" w:cs="Open Sans"/>
          <w:b/>
          <w:bCs/>
          <w:sz w:val="18"/>
          <w:szCs w:val="18"/>
        </w:rPr>
        <w:t xml:space="preserve">Über </w:t>
      </w:r>
      <w:r w:rsidRPr="00A6505B">
        <w:rPr>
          <w:rFonts w:ascii="Open Sans" w:hAnsi="Open Sans" w:cs="Open Sans"/>
          <w:b/>
          <w:bCs/>
          <w:i/>
          <w:iCs/>
          <w:sz w:val="18"/>
          <w:szCs w:val="18"/>
        </w:rPr>
        <w:t>teamgeist</w:t>
      </w:r>
      <w:r w:rsidRPr="009D1E65">
        <w:rPr>
          <w:rFonts w:ascii="Open Sans" w:hAnsi="Open Sans" w:cs="Open Sans"/>
          <w:b/>
          <w:bCs/>
          <w:sz w:val="18"/>
          <w:szCs w:val="18"/>
        </w:rPr>
        <w:t xml:space="preserve"> Hauptstadtregion</w:t>
      </w:r>
    </w:p>
    <w:p w14:paraId="1FACE63E" w14:textId="77777777" w:rsidR="009D1E65" w:rsidRPr="009D1E65" w:rsidRDefault="009D1E65" w:rsidP="009D1E65">
      <w:pPr>
        <w:spacing w:after="0" w:line="240" w:lineRule="auto"/>
        <w:jc w:val="both"/>
        <w:rPr>
          <w:rFonts w:ascii="Open Sans" w:hAnsi="Open Sans" w:cs="Open Sans"/>
          <w:b/>
          <w:bCs/>
          <w:sz w:val="18"/>
          <w:szCs w:val="18"/>
        </w:rPr>
      </w:pPr>
      <w:r w:rsidRPr="009D1E65">
        <w:rPr>
          <w:rFonts w:ascii="Open Sans" w:hAnsi="Open Sans" w:cs="Open Sans"/>
          <w:b/>
          <w:bCs/>
          <w:sz w:val="18"/>
          <w:szCs w:val="18"/>
        </w:rPr>
        <w:t>„</w:t>
      </w:r>
      <w:r w:rsidRPr="00812748">
        <w:rPr>
          <w:rFonts w:ascii="Open Sans" w:hAnsi="Open Sans" w:cs="Open Sans"/>
          <w:b/>
          <w:bCs/>
          <w:i/>
          <w:iCs/>
          <w:sz w:val="18"/>
          <w:szCs w:val="18"/>
        </w:rPr>
        <w:t>teamgeist</w:t>
      </w:r>
      <w:r w:rsidRPr="009D1E65">
        <w:rPr>
          <w:rFonts w:ascii="Open Sans" w:hAnsi="Open Sans" w:cs="Open Sans"/>
          <w:b/>
          <w:bCs/>
          <w:sz w:val="18"/>
          <w:szCs w:val="18"/>
        </w:rPr>
        <w:t xml:space="preserve"> fördert Teamgeist in Berlin, Brandenburg und der Welt“</w:t>
      </w:r>
    </w:p>
    <w:p w14:paraId="516F4D52" w14:textId="2CDB4925" w:rsidR="00781F4A" w:rsidRPr="00DF7C18" w:rsidRDefault="009D1E65" w:rsidP="00373BDC">
      <w:pPr>
        <w:spacing w:after="0" w:line="240" w:lineRule="auto"/>
        <w:jc w:val="both"/>
        <w:rPr>
          <w:rFonts w:ascii="Open Sans" w:hAnsi="Open Sans" w:cs="Open Sans"/>
          <w:sz w:val="18"/>
          <w:szCs w:val="18"/>
        </w:rPr>
      </w:pPr>
      <w:r w:rsidRPr="009D1E65">
        <w:rPr>
          <w:rFonts w:ascii="Open Sans" w:hAnsi="Open Sans" w:cs="Open Sans"/>
          <w:sz w:val="18"/>
          <w:szCs w:val="18"/>
        </w:rPr>
        <w:t xml:space="preserve">Die Teamgeist GmbH ist regional in Berlin und Brandenburg der führende Anbieter für Team Events und Teil der </w:t>
      </w:r>
      <w:proofErr w:type="spellStart"/>
      <w:r w:rsidRPr="00A6505B">
        <w:rPr>
          <w:rFonts w:ascii="Open Sans" w:hAnsi="Open Sans" w:cs="Open Sans"/>
          <w:i/>
          <w:iCs/>
          <w:sz w:val="18"/>
          <w:szCs w:val="18"/>
        </w:rPr>
        <w:t>teamgeist</w:t>
      </w:r>
      <w:proofErr w:type="spellEnd"/>
      <w:r w:rsidRPr="00A6505B">
        <w:rPr>
          <w:rFonts w:ascii="Open Sans" w:hAnsi="Open Sans" w:cs="Open Sans"/>
          <w:i/>
          <w:iCs/>
          <w:sz w:val="18"/>
          <w:szCs w:val="18"/>
        </w:rPr>
        <w:t xml:space="preserve"> </w:t>
      </w:r>
      <w:proofErr w:type="spellStart"/>
      <w:r w:rsidRPr="00A6505B">
        <w:rPr>
          <w:rFonts w:ascii="Open Sans" w:hAnsi="Open Sans" w:cs="Open Sans"/>
          <w:i/>
          <w:iCs/>
          <w:sz w:val="18"/>
          <w:szCs w:val="18"/>
        </w:rPr>
        <w:t>group</w:t>
      </w:r>
      <w:proofErr w:type="spellEnd"/>
      <w:r w:rsidRPr="009D1E65">
        <w:rPr>
          <w:rFonts w:ascii="Open Sans" w:hAnsi="Open Sans" w:cs="Open Sans"/>
          <w:sz w:val="18"/>
          <w:szCs w:val="18"/>
        </w:rPr>
        <w:t xml:space="preserve">. Das Unternehmen </w:t>
      </w:r>
      <w:r w:rsidRPr="00812748">
        <w:rPr>
          <w:rFonts w:ascii="Open Sans" w:hAnsi="Open Sans" w:cs="Open Sans"/>
          <w:i/>
          <w:iCs/>
          <w:sz w:val="18"/>
          <w:szCs w:val="18"/>
        </w:rPr>
        <w:t>teamgeist</w:t>
      </w:r>
      <w:r w:rsidRPr="009D1E65">
        <w:rPr>
          <w:rFonts w:ascii="Open Sans" w:hAnsi="Open Sans" w:cs="Open Sans"/>
          <w:sz w:val="18"/>
          <w:szCs w:val="18"/>
        </w:rPr>
        <w:t xml:space="preserve"> ist mit über 30 Jahren Erfahrung und über einer Million Event-Teilnehmer</w:t>
      </w:r>
      <w:r w:rsidR="00271FC1">
        <w:rPr>
          <w:rFonts w:ascii="Open Sans" w:hAnsi="Open Sans" w:cs="Open Sans"/>
          <w:sz w:val="18"/>
          <w:szCs w:val="18"/>
        </w:rPr>
        <w:t>Inne</w:t>
      </w:r>
      <w:r w:rsidRPr="009D1E65">
        <w:rPr>
          <w:rFonts w:ascii="Open Sans" w:hAnsi="Open Sans" w:cs="Open Sans"/>
          <w:sz w:val="18"/>
          <w:szCs w:val="18"/>
        </w:rPr>
        <w:t xml:space="preserve">n der Experte für Team Events, </w:t>
      </w:r>
      <w:proofErr w:type="spellStart"/>
      <w:r w:rsidRPr="009D1E65">
        <w:rPr>
          <w:rFonts w:ascii="Open Sans" w:hAnsi="Open Sans" w:cs="Open Sans"/>
          <w:sz w:val="18"/>
          <w:szCs w:val="18"/>
        </w:rPr>
        <w:t>Traincentives</w:t>
      </w:r>
      <w:proofErr w:type="spellEnd"/>
      <w:r w:rsidRPr="009D1E65">
        <w:rPr>
          <w:rFonts w:ascii="Open Sans" w:hAnsi="Open Sans" w:cs="Open Sans"/>
          <w:sz w:val="18"/>
          <w:szCs w:val="18"/>
        </w:rPr>
        <w:t xml:space="preserve"> und Prozessbegleitung – mit der leidenschaftlichen Mission</w:t>
      </w:r>
      <w:r>
        <w:rPr>
          <w:rFonts w:ascii="Open Sans" w:hAnsi="Open Sans" w:cs="Open Sans"/>
          <w:sz w:val="18"/>
          <w:szCs w:val="18"/>
        </w:rPr>
        <w:t>,</w:t>
      </w:r>
      <w:r w:rsidRPr="009D1E65">
        <w:rPr>
          <w:rFonts w:ascii="Open Sans" w:hAnsi="Open Sans" w:cs="Open Sans"/>
          <w:sz w:val="18"/>
          <w:szCs w:val="18"/>
        </w:rPr>
        <w:t xml:space="preserve"> das Wir-Gefühl in Unternehmen zu stärken. So entwickelt das Unternehmen individuelle Teambuildingmaßnahmen und organisiert kreative Eventlösungen, um unvergessliche Erlebnisse zu schaffen. Mit </w:t>
      </w:r>
      <w:r w:rsidR="00373BDC">
        <w:rPr>
          <w:rFonts w:ascii="Open Sans" w:hAnsi="Open Sans" w:cs="Open Sans"/>
          <w:sz w:val="18"/>
          <w:szCs w:val="18"/>
        </w:rPr>
        <w:t>elf</w:t>
      </w:r>
      <w:r w:rsidR="00373BDC" w:rsidRPr="009D1E65">
        <w:rPr>
          <w:rFonts w:ascii="Open Sans" w:hAnsi="Open Sans" w:cs="Open Sans"/>
          <w:sz w:val="18"/>
          <w:szCs w:val="18"/>
        </w:rPr>
        <w:t xml:space="preserve"> </w:t>
      </w:r>
      <w:r w:rsidRPr="009D1E65">
        <w:rPr>
          <w:rFonts w:ascii="Open Sans" w:hAnsi="Open Sans" w:cs="Open Sans"/>
          <w:sz w:val="18"/>
          <w:szCs w:val="18"/>
        </w:rPr>
        <w:t xml:space="preserve">Standorten in DACH, über 120 Mitarbeitern und zahlreichen Kontakten zu Netzwerkpartnern und Locations verfügt teamgeist über vielseitige Möglichkeiten, Event-Ideen deutschland- und europaweit kreativ und flexibel zu planen und sowohl online, hybrid als auch vor Ort umzusetzen. Von der </w:t>
      </w:r>
      <w:proofErr w:type="spellStart"/>
      <w:r w:rsidRPr="009D1E65">
        <w:rPr>
          <w:rFonts w:ascii="Open Sans" w:hAnsi="Open Sans" w:cs="Open Sans"/>
          <w:sz w:val="18"/>
          <w:szCs w:val="18"/>
        </w:rPr>
        <w:t>tabtour</w:t>
      </w:r>
      <w:proofErr w:type="spellEnd"/>
      <w:r w:rsidRPr="009D1E65">
        <w:rPr>
          <w:rFonts w:ascii="Open Sans" w:hAnsi="Open Sans" w:cs="Open Sans"/>
          <w:sz w:val="18"/>
          <w:szCs w:val="18"/>
        </w:rPr>
        <w:t xml:space="preserve"> oder dem </w:t>
      </w:r>
      <w:proofErr w:type="spellStart"/>
      <w:r w:rsidRPr="009D1E65">
        <w:rPr>
          <w:rFonts w:ascii="Open Sans" w:hAnsi="Open Sans" w:cs="Open Sans"/>
          <w:sz w:val="18"/>
          <w:szCs w:val="18"/>
        </w:rPr>
        <w:t>Floßbau</w:t>
      </w:r>
      <w:proofErr w:type="spellEnd"/>
      <w:r w:rsidRPr="009D1E65">
        <w:rPr>
          <w:rFonts w:ascii="Open Sans" w:hAnsi="Open Sans" w:cs="Open Sans"/>
          <w:sz w:val="18"/>
          <w:szCs w:val="18"/>
        </w:rPr>
        <w:t xml:space="preserve">, dem Sommerfest oder der virtuellen Weihnachtsfeier, über nachhaltige Events oder Gesundheitskonzepte bis hin zu hybriden Großgruppenevents – </w:t>
      </w:r>
      <w:r w:rsidRPr="00CE023F">
        <w:rPr>
          <w:rFonts w:ascii="Open Sans" w:hAnsi="Open Sans" w:cs="Open Sans"/>
          <w:i/>
          <w:iCs/>
          <w:sz w:val="18"/>
          <w:szCs w:val="18"/>
        </w:rPr>
        <w:t>teamgeist</w:t>
      </w:r>
      <w:r w:rsidRPr="009D1E65">
        <w:rPr>
          <w:rFonts w:ascii="Open Sans" w:hAnsi="Open Sans" w:cs="Open Sans"/>
          <w:sz w:val="18"/>
          <w:szCs w:val="18"/>
        </w:rPr>
        <w:t xml:space="preserve"> ist spezialisiert auf professionelle Teambuildingmaßnahmen mit Spaß und nachhaltigem Teambuilding!</w:t>
      </w:r>
      <w:r w:rsidR="003B69E6">
        <w:rPr>
          <w:rFonts w:ascii="Open Sans" w:hAnsi="Open Sans" w:cs="Open Sans"/>
          <w:sz w:val="18"/>
          <w:szCs w:val="18"/>
        </w:rPr>
        <w:t xml:space="preserve"> </w:t>
      </w:r>
      <w:hyperlink r:id="rId19" w:history="1">
        <w:r w:rsidR="00EA3BC3" w:rsidRPr="000F2A01">
          <w:rPr>
            <w:rStyle w:val="Hyperlink"/>
            <w:rFonts w:ascii="Open Sans" w:hAnsi="Open Sans" w:cs="Open Sans"/>
            <w:sz w:val="18"/>
            <w:szCs w:val="18"/>
            <w:shd w:val="clear" w:color="auto" w:fill="FFFFFF"/>
          </w:rPr>
          <w:t>https://www.teamgeist.com/</w:t>
        </w:r>
      </w:hyperlink>
      <w:r w:rsidR="00EA3BC3">
        <w:rPr>
          <w:rFonts w:ascii="Open Sans" w:hAnsi="Open Sans" w:cs="Open Sans"/>
          <w:color w:val="222222"/>
          <w:sz w:val="18"/>
          <w:szCs w:val="18"/>
          <w:shd w:val="clear" w:color="auto" w:fill="FFFFFF"/>
        </w:rPr>
        <w:t xml:space="preserve"> </w:t>
      </w:r>
    </w:p>
    <w:sectPr w:rsidR="00781F4A" w:rsidRPr="00DF7C18" w:rsidSect="00A7457A">
      <w:headerReference w:type="default" r:id="rId20"/>
      <w:footerReference w:type="default" r:id="rId21"/>
      <w:pgSz w:w="11906" w:h="16838"/>
      <w:pgMar w:top="1417" w:right="1133" w:bottom="709" w:left="1417" w:header="1440" w:footer="1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27A6B7" w14:textId="77777777" w:rsidR="004D6811" w:rsidRDefault="004D6811" w:rsidP="00D373B0">
      <w:pPr>
        <w:spacing w:after="0" w:line="240" w:lineRule="auto"/>
      </w:pPr>
      <w:r>
        <w:separator/>
      </w:r>
    </w:p>
  </w:endnote>
  <w:endnote w:type="continuationSeparator" w:id="0">
    <w:p w14:paraId="5EA2C166" w14:textId="77777777" w:rsidR="004D6811" w:rsidRDefault="004D6811" w:rsidP="00D373B0">
      <w:pPr>
        <w:spacing w:after="0" w:line="240" w:lineRule="auto"/>
      </w:pPr>
      <w:r>
        <w:continuationSeparator/>
      </w:r>
    </w:p>
  </w:endnote>
  <w:endnote w:type="continuationNotice" w:id="1">
    <w:p w14:paraId="1A2C7E2A" w14:textId="77777777" w:rsidR="004D6811" w:rsidRDefault="004D681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panose1 w:val="020B0606030504020204"/>
    <w:charset w:val="00"/>
    <w:family w:val="swiss"/>
    <w:pitch w:val="variable"/>
    <w:sig w:usb0="E00002EF" w:usb1="4000205B" w:usb2="00000028" w:usb3="00000000" w:csb0="0000019F" w:csb1="00000000"/>
  </w:font>
  <w:font w:name="Billabong">
    <w:altName w:val="Calibri"/>
    <w:charset w:val="00"/>
    <w:family w:val="decorative"/>
    <w:pitch w:val="variable"/>
    <w:sig w:usb0="80000027" w:usb1="5000004A" w:usb2="00000000" w:usb3="00000000" w:csb0="0000001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6B383" w14:textId="77777777" w:rsidR="00246324" w:rsidRPr="0012199A" w:rsidRDefault="00246324" w:rsidP="00246324">
    <w:pPr>
      <w:pStyle w:val="MPAbsenderadresse"/>
      <w:jc w:val="center"/>
      <w:rPr>
        <w:lang w:val="de-DE"/>
      </w:rPr>
    </w:pPr>
    <w:r w:rsidRPr="0012199A">
      <w:rPr>
        <w:b/>
        <w:lang w:val="de-DE"/>
      </w:rPr>
      <w:t xml:space="preserve">Pressekontakt: </w:t>
    </w:r>
    <w:proofErr w:type="spellStart"/>
    <w:r w:rsidRPr="0012199A">
      <w:rPr>
        <w:i/>
        <w:lang w:val="de-DE"/>
      </w:rPr>
      <w:t>primo</w:t>
    </w:r>
    <w:proofErr w:type="spellEnd"/>
    <w:r w:rsidRPr="0012199A">
      <w:rPr>
        <w:i/>
        <w:lang w:val="de-DE"/>
      </w:rPr>
      <w:t xml:space="preserve"> PR</w:t>
    </w:r>
    <w:r w:rsidRPr="0012199A">
      <w:rPr>
        <w:lang w:val="de-DE"/>
      </w:rPr>
      <w:t>, Nuray Güler &amp; Anne Heußner</w:t>
    </w:r>
  </w:p>
  <w:p w14:paraId="19E04446" w14:textId="77777777" w:rsidR="00246324" w:rsidRPr="00F85094" w:rsidRDefault="00246324" w:rsidP="00246324">
    <w:pPr>
      <w:pStyle w:val="MPAbsenderadresse"/>
      <w:jc w:val="center"/>
      <w:rPr>
        <w:lang w:val="de-DE"/>
      </w:rPr>
    </w:pPr>
    <w:r w:rsidRPr="0012199A">
      <w:rPr>
        <w:lang w:val="de-DE"/>
      </w:rPr>
      <w:t>Tel: +49 6154 8019364 / +49 69 530 546 50</w:t>
    </w:r>
  </w:p>
  <w:p w14:paraId="540F6F87" w14:textId="177D0D67" w:rsidR="00BA5098" w:rsidRPr="00BA5098" w:rsidRDefault="009E4A3B" w:rsidP="00246324">
    <w:pPr>
      <w:pStyle w:val="Fuzeile"/>
      <w:jc w:val="center"/>
      <w:rPr>
        <w:rFonts w:ascii="Arial Narrow" w:hAnsi="Arial Narrow"/>
        <w:sz w:val="18"/>
        <w:szCs w:val="18"/>
      </w:rPr>
    </w:pPr>
    <w:hyperlink r:id="rId1" w:history="1">
      <w:r w:rsidR="00246324" w:rsidRPr="00A80C8F">
        <w:rPr>
          <w:rStyle w:val="Hyperlink"/>
          <w:rFonts w:ascii="Arial" w:hAnsi="Arial" w:cs="Arial"/>
          <w:sz w:val="16"/>
          <w:szCs w:val="16"/>
        </w:rPr>
        <w:t>info@primo-pr.com</w:t>
      </w:r>
    </w:hyperlink>
    <w:r w:rsidR="00246324" w:rsidRPr="00A80C8F">
      <w:rPr>
        <w:rFonts w:ascii="Arial" w:hAnsi="Arial" w:cs="Arial"/>
        <w:sz w:val="16"/>
        <w:szCs w:val="16"/>
      </w:rPr>
      <w:t xml:space="preserve">, </w:t>
    </w:r>
    <w:hyperlink r:id="rId2" w:history="1">
      <w:r w:rsidR="00246324" w:rsidRPr="00A80C8F">
        <w:rPr>
          <w:rStyle w:val="Hyperlink"/>
          <w:rFonts w:ascii="Arial" w:hAnsi="Arial" w:cs="Arial"/>
          <w:sz w:val="16"/>
          <w:szCs w:val="16"/>
        </w:rPr>
        <w:t>www.primo-pr.com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86008D" w14:textId="77777777" w:rsidR="004D6811" w:rsidRDefault="004D6811" w:rsidP="00D373B0">
      <w:pPr>
        <w:spacing w:after="0" w:line="240" w:lineRule="auto"/>
      </w:pPr>
      <w:r>
        <w:separator/>
      </w:r>
    </w:p>
  </w:footnote>
  <w:footnote w:type="continuationSeparator" w:id="0">
    <w:p w14:paraId="04AF36BA" w14:textId="77777777" w:rsidR="004D6811" w:rsidRDefault="004D6811" w:rsidP="00D373B0">
      <w:pPr>
        <w:spacing w:after="0" w:line="240" w:lineRule="auto"/>
      </w:pPr>
      <w:r>
        <w:continuationSeparator/>
      </w:r>
    </w:p>
  </w:footnote>
  <w:footnote w:type="continuationNotice" w:id="1">
    <w:p w14:paraId="5160C748" w14:textId="77777777" w:rsidR="004D6811" w:rsidRDefault="004D681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D87A8" w14:textId="3393A4F7" w:rsidR="00CF6924" w:rsidRPr="007E6E76" w:rsidRDefault="00D373B0">
    <w:pPr>
      <w:pStyle w:val="Kopfzeile"/>
      <w:rPr>
        <w:rFonts w:ascii="Billabong" w:hAnsi="Billabong"/>
        <w:spacing w:val="20"/>
        <w:sz w:val="44"/>
        <w:szCs w:val="44"/>
      </w:rPr>
    </w:pPr>
    <w:r w:rsidRPr="007E6E76">
      <w:rPr>
        <w:rFonts w:ascii="Billabong" w:hAnsi="Billabong"/>
        <w:noProof/>
        <w:spacing w:val="20"/>
        <w:sz w:val="44"/>
        <w:szCs w:val="44"/>
        <w:lang w:eastAsia="de-DE"/>
      </w:rPr>
      <w:drawing>
        <wp:anchor distT="0" distB="0" distL="114300" distR="114300" simplePos="0" relativeHeight="251658240" behindDoc="0" locked="1" layoutInCell="1" allowOverlap="1" wp14:anchorId="1A68CB1A" wp14:editId="4CD7370E">
          <wp:simplePos x="0" y="0"/>
          <wp:positionH relativeFrom="column">
            <wp:posOffset>4076700</wp:posOffset>
          </wp:positionH>
          <wp:positionV relativeFrom="page">
            <wp:posOffset>447675</wp:posOffset>
          </wp:positionV>
          <wp:extent cx="2094865" cy="402590"/>
          <wp:effectExtent l="0" t="0" r="635" b="0"/>
          <wp:wrapNone/>
          <wp:docPr id="15" name="Grafik 15" descr="Ein Bild, das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Dark_Horizontal-4C (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94865" cy="402590"/>
                  </a:xfrm>
                  <a:prstGeom prst="rect">
                    <a:avLst/>
                  </a:prstGeom>
                </pic:spPr>
              </pic:pic>
            </a:graphicData>
          </a:graphic>
          <wp14:sizeRelH relativeFrom="margin">
            <wp14:pctWidth>0</wp14:pctWidth>
          </wp14:sizeRelH>
          <wp14:sizeRelV relativeFrom="margin">
            <wp14:pctHeight>0</wp14:pctHeight>
          </wp14:sizeRelV>
        </wp:anchor>
      </w:drawing>
    </w:r>
    <w:r w:rsidR="007E6E76" w:rsidRPr="007E6E76">
      <w:rPr>
        <w:rFonts w:ascii="Billabong" w:hAnsi="Billabong"/>
        <w:spacing w:val="20"/>
        <w:sz w:val="44"/>
        <w:szCs w:val="44"/>
      </w:rPr>
      <w:t>PRESSEINFORMATION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7221E"/>
    <w:multiLevelType w:val="hybridMultilevel"/>
    <w:tmpl w:val="111836F2"/>
    <w:lvl w:ilvl="0" w:tplc="0407000F">
      <w:start w:val="3"/>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2CF613F"/>
    <w:multiLevelType w:val="hybridMultilevel"/>
    <w:tmpl w:val="0BAADE1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03C07C7B"/>
    <w:multiLevelType w:val="hybridMultilevel"/>
    <w:tmpl w:val="FFFFFFFF"/>
    <w:lvl w:ilvl="0" w:tplc="89C84024">
      <w:start w:val="1"/>
      <w:numFmt w:val="bullet"/>
      <w:lvlText w:val=""/>
      <w:lvlJc w:val="left"/>
      <w:pPr>
        <w:tabs>
          <w:tab w:val="num" w:pos="720"/>
        </w:tabs>
        <w:ind w:left="720" w:hanging="360"/>
      </w:pPr>
      <w:rPr>
        <w:rFonts w:ascii="Symbol" w:hAnsi="Symbol" w:hint="default"/>
        <w:sz w:val="20"/>
      </w:rPr>
    </w:lvl>
    <w:lvl w:ilvl="1" w:tplc="27206434">
      <w:start w:val="1"/>
      <w:numFmt w:val="bullet"/>
      <w:lvlText w:val="o"/>
      <w:lvlJc w:val="left"/>
      <w:pPr>
        <w:tabs>
          <w:tab w:val="num" w:pos="1440"/>
        </w:tabs>
        <w:ind w:left="1440" w:hanging="360"/>
      </w:pPr>
      <w:rPr>
        <w:rFonts w:ascii="Courier New" w:hAnsi="Courier New" w:cs="Times New Roman" w:hint="default"/>
        <w:sz w:val="20"/>
      </w:rPr>
    </w:lvl>
    <w:lvl w:ilvl="2" w:tplc="9EF82876">
      <w:start w:val="1"/>
      <w:numFmt w:val="bullet"/>
      <w:lvlText w:val=""/>
      <w:lvlJc w:val="left"/>
      <w:pPr>
        <w:tabs>
          <w:tab w:val="num" w:pos="2160"/>
        </w:tabs>
        <w:ind w:left="2160" w:hanging="360"/>
      </w:pPr>
      <w:rPr>
        <w:rFonts w:ascii="Symbol" w:hAnsi="Symbol" w:hint="default"/>
        <w:sz w:val="20"/>
      </w:rPr>
    </w:lvl>
    <w:lvl w:ilvl="3" w:tplc="A2DEB148">
      <w:start w:val="1"/>
      <w:numFmt w:val="bullet"/>
      <w:lvlText w:val=""/>
      <w:lvlJc w:val="left"/>
      <w:pPr>
        <w:tabs>
          <w:tab w:val="num" w:pos="2880"/>
        </w:tabs>
        <w:ind w:left="2880" w:hanging="360"/>
      </w:pPr>
      <w:rPr>
        <w:rFonts w:ascii="Symbol" w:hAnsi="Symbol" w:hint="default"/>
        <w:sz w:val="20"/>
      </w:rPr>
    </w:lvl>
    <w:lvl w:ilvl="4" w:tplc="B7DADAFA">
      <w:start w:val="1"/>
      <w:numFmt w:val="bullet"/>
      <w:lvlText w:val=""/>
      <w:lvlJc w:val="left"/>
      <w:pPr>
        <w:tabs>
          <w:tab w:val="num" w:pos="3600"/>
        </w:tabs>
        <w:ind w:left="3600" w:hanging="360"/>
      </w:pPr>
      <w:rPr>
        <w:rFonts w:ascii="Symbol" w:hAnsi="Symbol" w:hint="default"/>
        <w:sz w:val="20"/>
      </w:rPr>
    </w:lvl>
    <w:lvl w:ilvl="5" w:tplc="54860E52">
      <w:start w:val="1"/>
      <w:numFmt w:val="bullet"/>
      <w:lvlText w:val=""/>
      <w:lvlJc w:val="left"/>
      <w:pPr>
        <w:tabs>
          <w:tab w:val="num" w:pos="4320"/>
        </w:tabs>
        <w:ind w:left="4320" w:hanging="360"/>
      </w:pPr>
      <w:rPr>
        <w:rFonts w:ascii="Symbol" w:hAnsi="Symbol" w:hint="default"/>
        <w:sz w:val="20"/>
      </w:rPr>
    </w:lvl>
    <w:lvl w:ilvl="6" w:tplc="D1704BF0">
      <w:start w:val="1"/>
      <w:numFmt w:val="bullet"/>
      <w:lvlText w:val=""/>
      <w:lvlJc w:val="left"/>
      <w:pPr>
        <w:tabs>
          <w:tab w:val="num" w:pos="5040"/>
        </w:tabs>
        <w:ind w:left="5040" w:hanging="360"/>
      </w:pPr>
      <w:rPr>
        <w:rFonts w:ascii="Symbol" w:hAnsi="Symbol" w:hint="default"/>
        <w:sz w:val="20"/>
      </w:rPr>
    </w:lvl>
    <w:lvl w:ilvl="7" w:tplc="BBF66212">
      <w:start w:val="1"/>
      <w:numFmt w:val="bullet"/>
      <w:lvlText w:val=""/>
      <w:lvlJc w:val="left"/>
      <w:pPr>
        <w:tabs>
          <w:tab w:val="num" w:pos="5760"/>
        </w:tabs>
        <w:ind w:left="5760" w:hanging="360"/>
      </w:pPr>
      <w:rPr>
        <w:rFonts w:ascii="Symbol" w:hAnsi="Symbol" w:hint="default"/>
        <w:sz w:val="20"/>
      </w:rPr>
    </w:lvl>
    <w:lvl w:ilvl="8" w:tplc="B380DF5C">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9EC3627"/>
    <w:multiLevelType w:val="hybridMultilevel"/>
    <w:tmpl w:val="72EADA58"/>
    <w:lvl w:ilvl="0" w:tplc="776CE284">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0691AE1"/>
    <w:multiLevelType w:val="hybridMultilevel"/>
    <w:tmpl w:val="B83419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79C4583"/>
    <w:multiLevelType w:val="hybridMultilevel"/>
    <w:tmpl w:val="F95CDA4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9027962"/>
    <w:multiLevelType w:val="hybridMultilevel"/>
    <w:tmpl w:val="34CCCF7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B6B67E7"/>
    <w:multiLevelType w:val="hybridMultilevel"/>
    <w:tmpl w:val="0BECB4B8"/>
    <w:lvl w:ilvl="0" w:tplc="AC861828">
      <w:numFmt w:val="bullet"/>
      <w:lvlText w:val=""/>
      <w:lvlJc w:val="left"/>
      <w:pPr>
        <w:ind w:left="720" w:hanging="360"/>
      </w:pPr>
      <w:rPr>
        <w:rFonts w:ascii="Wingdings" w:eastAsiaTheme="minorHAnsi" w:hAnsi="Wingdings" w:cstheme="minorBidi"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456765E"/>
    <w:multiLevelType w:val="hybridMultilevel"/>
    <w:tmpl w:val="82940E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50837C0"/>
    <w:multiLevelType w:val="hybridMultilevel"/>
    <w:tmpl w:val="401A6F78"/>
    <w:lvl w:ilvl="0" w:tplc="C6B80982">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7B00E60"/>
    <w:multiLevelType w:val="hybridMultilevel"/>
    <w:tmpl w:val="7898D15C"/>
    <w:lvl w:ilvl="0" w:tplc="E69A653C">
      <w:start w:val="1"/>
      <w:numFmt w:val="bullet"/>
      <w:lvlText w:val=""/>
      <w:lvlJc w:val="left"/>
      <w:pPr>
        <w:tabs>
          <w:tab w:val="num" w:pos="720"/>
        </w:tabs>
        <w:ind w:left="720" w:hanging="360"/>
      </w:pPr>
      <w:rPr>
        <w:rFonts w:ascii="Symbol" w:hAnsi="Symbol" w:hint="default"/>
        <w:sz w:val="20"/>
      </w:rPr>
    </w:lvl>
    <w:lvl w:ilvl="1" w:tplc="2A78AC1C" w:tentative="1">
      <w:start w:val="1"/>
      <w:numFmt w:val="bullet"/>
      <w:lvlText w:val="o"/>
      <w:lvlJc w:val="left"/>
      <w:pPr>
        <w:tabs>
          <w:tab w:val="num" w:pos="1440"/>
        </w:tabs>
        <w:ind w:left="1440" w:hanging="360"/>
      </w:pPr>
      <w:rPr>
        <w:rFonts w:ascii="Courier New" w:hAnsi="Courier New" w:hint="default"/>
        <w:sz w:val="20"/>
      </w:rPr>
    </w:lvl>
    <w:lvl w:ilvl="2" w:tplc="4C42DB64" w:tentative="1">
      <w:start w:val="1"/>
      <w:numFmt w:val="bullet"/>
      <w:lvlText w:val=""/>
      <w:lvlJc w:val="left"/>
      <w:pPr>
        <w:tabs>
          <w:tab w:val="num" w:pos="2160"/>
        </w:tabs>
        <w:ind w:left="2160" w:hanging="360"/>
      </w:pPr>
      <w:rPr>
        <w:rFonts w:ascii="Wingdings" w:hAnsi="Wingdings" w:hint="default"/>
        <w:sz w:val="20"/>
      </w:rPr>
    </w:lvl>
    <w:lvl w:ilvl="3" w:tplc="367A693A" w:tentative="1">
      <w:start w:val="1"/>
      <w:numFmt w:val="bullet"/>
      <w:lvlText w:val=""/>
      <w:lvlJc w:val="left"/>
      <w:pPr>
        <w:tabs>
          <w:tab w:val="num" w:pos="2880"/>
        </w:tabs>
        <w:ind w:left="2880" w:hanging="360"/>
      </w:pPr>
      <w:rPr>
        <w:rFonts w:ascii="Wingdings" w:hAnsi="Wingdings" w:hint="default"/>
        <w:sz w:val="20"/>
      </w:rPr>
    </w:lvl>
    <w:lvl w:ilvl="4" w:tplc="34561FD0" w:tentative="1">
      <w:start w:val="1"/>
      <w:numFmt w:val="bullet"/>
      <w:lvlText w:val=""/>
      <w:lvlJc w:val="left"/>
      <w:pPr>
        <w:tabs>
          <w:tab w:val="num" w:pos="3600"/>
        </w:tabs>
        <w:ind w:left="3600" w:hanging="360"/>
      </w:pPr>
      <w:rPr>
        <w:rFonts w:ascii="Wingdings" w:hAnsi="Wingdings" w:hint="default"/>
        <w:sz w:val="20"/>
      </w:rPr>
    </w:lvl>
    <w:lvl w:ilvl="5" w:tplc="FA9E1C24" w:tentative="1">
      <w:start w:val="1"/>
      <w:numFmt w:val="bullet"/>
      <w:lvlText w:val=""/>
      <w:lvlJc w:val="left"/>
      <w:pPr>
        <w:tabs>
          <w:tab w:val="num" w:pos="4320"/>
        </w:tabs>
        <w:ind w:left="4320" w:hanging="360"/>
      </w:pPr>
      <w:rPr>
        <w:rFonts w:ascii="Wingdings" w:hAnsi="Wingdings" w:hint="default"/>
        <w:sz w:val="20"/>
      </w:rPr>
    </w:lvl>
    <w:lvl w:ilvl="6" w:tplc="DC88F70E" w:tentative="1">
      <w:start w:val="1"/>
      <w:numFmt w:val="bullet"/>
      <w:lvlText w:val=""/>
      <w:lvlJc w:val="left"/>
      <w:pPr>
        <w:tabs>
          <w:tab w:val="num" w:pos="5040"/>
        </w:tabs>
        <w:ind w:left="5040" w:hanging="360"/>
      </w:pPr>
      <w:rPr>
        <w:rFonts w:ascii="Wingdings" w:hAnsi="Wingdings" w:hint="default"/>
        <w:sz w:val="20"/>
      </w:rPr>
    </w:lvl>
    <w:lvl w:ilvl="7" w:tplc="9982BCBE" w:tentative="1">
      <w:start w:val="1"/>
      <w:numFmt w:val="bullet"/>
      <w:lvlText w:val=""/>
      <w:lvlJc w:val="left"/>
      <w:pPr>
        <w:tabs>
          <w:tab w:val="num" w:pos="5760"/>
        </w:tabs>
        <w:ind w:left="5760" w:hanging="360"/>
      </w:pPr>
      <w:rPr>
        <w:rFonts w:ascii="Wingdings" w:hAnsi="Wingdings" w:hint="default"/>
        <w:sz w:val="20"/>
      </w:rPr>
    </w:lvl>
    <w:lvl w:ilvl="8" w:tplc="4CD872D0"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D036854"/>
    <w:multiLevelType w:val="hybridMultilevel"/>
    <w:tmpl w:val="687CFB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4C16BBB"/>
    <w:multiLevelType w:val="hybridMultilevel"/>
    <w:tmpl w:val="E9F604A4"/>
    <w:lvl w:ilvl="0" w:tplc="9B7C6DFC">
      <w:numFmt w:val="bullet"/>
      <w:lvlText w:val=""/>
      <w:lvlJc w:val="left"/>
      <w:pPr>
        <w:ind w:left="1080" w:hanging="360"/>
      </w:pPr>
      <w:rPr>
        <w:rFonts w:ascii="Wingdings" w:eastAsiaTheme="minorHAnsi" w:hAnsi="Wingdings"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3" w15:restartNumberingAfterBreak="0">
    <w:nsid w:val="46AC03BC"/>
    <w:multiLevelType w:val="hybridMultilevel"/>
    <w:tmpl w:val="C2B6431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DB83ED4"/>
    <w:multiLevelType w:val="hybridMultilevel"/>
    <w:tmpl w:val="E43EDCE2"/>
    <w:lvl w:ilvl="0" w:tplc="D88C2F38">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53106003"/>
    <w:multiLevelType w:val="hybridMultilevel"/>
    <w:tmpl w:val="46A24B1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53650351"/>
    <w:multiLevelType w:val="hybridMultilevel"/>
    <w:tmpl w:val="7B8C0E6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550C6A9E"/>
    <w:multiLevelType w:val="hybridMultilevel"/>
    <w:tmpl w:val="154445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5207258"/>
    <w:multiLevelType w:val="hybridMultilevel"/>
    <w:tmpl w:val="5648903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DC6448D"/>
    <w:multiLevelType w:val="hybridMultilevel"/>
    <w:tmpl w:val="834C99C2"/>
    <w:lvl w:ilvl="0" w:tplc="184EC386">
      <w:start w:val="8"/>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C72232A"/>
    <w:multiLevelType w:val="hybridMultilevel"/>
    <w:tmpl w:val="C3B80D56"/>
    <w:lvl w:ilvl="0" w:tplc="776CE284">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5CA0F57"/>
    <w:multiLevelType w:val="hybridMultilevel"/>
    <w:tmpl w:val="7EC4AC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6863F2E"/>
    <w:multiLevelType w:val="hybridMultilevel"/>
    <w:tmpl w:val="641CE60C"/>
    <w:lvl w:ilvl="0" w:tplc="776CE284">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81456D2"/>
    <w:multiLevelType w:val="hybridMultilevel"/>
    <w:tmpl w:val="07A6E7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85F27F6"/>
    <w:multiLevelType w:val="hybridMultilevel"/>
    <w:tmpl w:val="7F988A3E"/>
    <w:lvl w:ilvl="0" w:tplc="0407000D">
      <w:start w:val="1"/>
      <w:numFmt w:val="bullet"/>
      <w:lvlText w:val=""/>
      <w:lvlJc w:val="left"/>
      <w:pPr>
        <w:ind w:left="1068" w:hanging="360"/>
      </w:pPr>
      <w:rPr>
        <w:rFonts w:ascii="Wingdings" w:hAnsi="Wingdings" w:hint="default"/>
      </w:rPr>
    </w:lvl>
    <w:lvl w:ilvl="1" w:tplc="04070019">
      <w:start w:val="1"/>
      <w:numFmt w:val="lowerLetter"/>
      <w:lvlText w:val="%2."/>
      <w:lvlJc w:val="left"/>
      <w:pPr>
        <w:ind w:left="1788" w:hanging="360"/>
      </w:pPr>
    </w:lvl>
    <w:lvl w:ilvl="2" w:tplc="0407001B">
      <w:start w:val="1"/>
      <w:numFmt w:val="lowerRoman"/>
      <w:lvlText w:val="%3."/>
      <w:lvlJc w:val="right"/>
      <w:pPr>
        <w:ind w:left="2508" w:hanging="180"/>
      </w:pPr>
    </w:lvl>
    <w:lvl w:ilvl="3" w:tplc="0407000F">
      <w:start w:val="1"/>
      <w:numFmt w:val="decimal"/>
      <w:lvlText w:val="%4."/>
      <w:lvlJc w:val="left"/>
      <w:pPr>
        <w:ind w:left="3228" w:hanging="360"/>
      </w:pPr>
    </w:lvl>
    <w:lvl w:ilvl="4" w:tplc="04070019">
      <w:start w:val="1"/>
      <w:numFmt w:val="lowerLetter"/>
      <w:lvlText w:val="%5."/>
      <w:lvlJc w:val="left"/>
      <w:pPr>
        <w:ind w:left="3948" w:hanging="360"/>
      </w:pPr>
    </w:lvl>
    <w:lvl w:ilvl="5" w:tplc="0407001B">
      <w:start w:val="1"/>
      <w:numFmt w:val="lowerRoman"/>
      <w:lvlText w:val="%6."/>
      <w:lvlJc w:val="right"/>
      <w:pPr>
        <w:ind w:left="4668" w:hanging="180"/>
      </w:pPr>
    </w:lvl>
    <w:lvl w:ilvl="6" w:tplc="0407000F">
      <w:start w:val="1"/>
      <w:numFmt w:val="decimal"/>
      <w:lvlText w:val="%7."/>
      <w:lvlJc w:val="left"/>
      <w:pPr>
        <w:ind w:left="5388" w:hanging="360"/>
      </w:pPr>
    </w:lvl>
    <w:lvl w:ilvl="7" w:tplc="04070019">
      <w:start w:val="1"/>
      <w:numFmt w:val="lowerLetter"/>
      <w:lvlText w:val="%8."/>
      <w:lvlJc w:val="left"/>
      <w:pPr>
        <w:ind w:left="6108" w:hanging="360"/>
      </w:pPr>
    </w:lvl>
    <w:lvl w:ilvl="8" w:tplc="0407001B">
      <w:start w:val="1"/>
      <w:numFmt w:val="lowerRoman"/>
      <w:lvlText w:val="%9."/>
      <w:lvlJc w:val="right"/>
      <w:pPr>
        <w:ind w:left="6828" w:hanging="180"/>
      </w:pPr>
    </w:lvl>
  </w:abstractNum>
  <w:abstractNum w:abstractNumId="25" w15:restartNumberingAfterBreak="0">
    <w:nsid w:val="79AE6153"/>
    <w:multiLevelType w:val="hybridMultilevel"/>
    <w:tmpl w:val="A5EE3664"/>
    <w:lvl w:ilvl="0" w:tplc="0407000F">
      <w:start w:val="3"/>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7A876197"/>
    <w:multiLevelType w:val="hybridMultilevel"/>
    <w:tmpl w:val="74207C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CB17455"/>
    <w:multiLevelType w:val="hybridMultilevel"/>
    <w:tmpl w:val="501A50C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7D5F0220"/>
    <w:multiLevelType w:val="hybridMultilevel"/>
    <w:tmpl w:val="7AEAC62E"/>
    <w:lvl w:ilvl="0" w:tplc="9B7C6DFC">
      <w:numFmt w:val="bullet"/>
      <w:lvlText w:val=""/>
      <w:lvlJc w:val="left"/>
      <w:pPr>
        <w:ind w:left="108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F470A72"/>
    <w:multiLevelType w:val="hybridMultilevel"/>
    <w:tmpl w:val="CC36D2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5131068">
    <w:abstractNumId w:val="3"/>
  </w:num>
  <w:num w:numId="2" w16cid:durableId="1924606841">
    <w:abstractNumId w:val="20"/>
  </w:num>
  <w:num w:numId="3" w16cid:durableId="1733847626">
    <w:abstractNumId w:val="6"/>
  </w:num>
  <w:num w:numId="4" w16cid:durableId="1652053747">
    <w:abstractNumId w:val="22"/>
  </w:num>
  <w:num w:numId="5" w16cid:durableId="1123958786">
    <w:abstractNumId w:val="11"/>
  </w:num>
  <w:num w:numId="6" w16cid:durableId="1561667593">
    <w:abstractNumId w:val="10"/>
  </w:num>
  <w:num w:numId="7" w16cid:durableId="1243837608">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98375598">
    <w:abstractNumId w:val="24"/>
  </w:num>
  <w:num w:numId="9" w16cid:durableId="1925675517">
    <w:abstractNumId w:val="29"/>
  </w:num>
  <w:num w:numId="10" w16cid:durableId="1111894040">
    <w:abstractNumId w:val="9"/>
  </w:num>
  <w:num w:numId="11" w16cid:durableId="1058013502">
    <w:abstractNumId w:val="5"/>
  </w:num>
  <w:num w:numId="12" w16cid:durableId="1615402547">
    <w:abstractNumId w:val="13"/>
  </w:num>
  <w:num w:numId="13" w16cid:durableId="1695157502">
    <w:abstractNumId w:val="2"/>
  </w:num>
  <w:num w:numId="14" w16cid:durableId="513494580">
    <w:abstractNumId w:val="21"/>
  </w:num>
  <w:num w:numId="15" w16cid:durableId="526409419">
    <w:abstractNumId w:val="16"/>
  </w:num>
  <w:num w:numId="16" w16cid:durableId="167256132">
    <w:abstractNumId w:val="15"/>
  </w:num>
  <w:num w:numId="17" w16cid:durableId="192035737">
    <w:abstractNumId w:val="18"/>
  </w:num>
  <w:num w:numId="18" w16cid:durableId="32973457">
    <w:abstractNumId w:val="25"/>
  </w:num>
  <w:num w:numId="19" w16cid:durableId="2043900906">
    <w:abstractNumId w:val="0"/>
  </w:num>
  <w:num w:numId="20" w16cid:durableId="1482849571">
    <w:abstractNumId w:val="8"/>
  </w:num>
  <w:num w:numId="21" w16cid:durableId="1156460971">
    <w:abstractNumId w:val="17"/>
  </w:num>
  <w:num w:numId="22" w16cid:durableId="1193764250">
    <w:abstractNumId w:val="12"/>
  </w:num>
  <w:num w:numId="23" w16cid:durableId="2055158579">
    <w:abstractNumId w:val="28"/>
  </w:num>
  <w:num w:numId="24" w16cid:durableId="506559879">
    <w:abstractNumId w:val="26"/>
  </w:num>
  <w:num w:numId="25" w16cid:durableId="530264900">
    <w:abstractNumId w:val="1"/>
  </w:num>
  <w:num w:numId="26" w16cid:durableId="420101723">
    <w:abstractNumId w:val="14"/>
  </w:num>
  <w:num w:numId="27" w16cid:durableId="1871844989">
    <w:abstractNumId w:val="1"/>
  </w:num>
  <w:num w:numId="28" w16cid:durableId="275597209">
    <w:abstractNumId w:val="23"/>
  </w:num>
  <w:num w:numId="29" w16cid:durableId="1275406045">
    <w:abstractNumId w:val="7"/>
  </w:num>
  <w:num w:numId="30" w16cid:durableId="1888644641">
    <w:abstractNumId w:val="4"/>
  </w:num>
  <w:num w:numId="31" w16cid:durableId="1209221965">
    <w:abstractNumId w:val="27"/>
  </w:num>
  <w:num w:numId="32" w16cid:durableId="30161919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1B24"/>
    <w:rsid w:val="000003C7"/>
    <w:rsid w:val="0000419F"/>
    <w:rsid w:val="00010586"/>
    <w:rsid w:val="00012EA5"/>
    <w:rsid w:val="000138BF"/>
    <w:rsid w:val="00013A77"/>
    <w:rsid w:val="000160D6"/>
    <w:rsid w:val="000208D0"/>
    <w:rsid w:val="0002116E"/>
    <w:rsid w:val="00024215"/>
    <w:rsid w:val="00024393"/>
    <w:rsid w:val="0002508B"/>
    <w:rsid w:val="000261EF"/>
    <w:rsid w:val="00030C9B"/>
    <w:rsid w:val="00032ECA"/>
    <w:rsid w:val="00040146"/>
    <w:rsid w:val="00044123"/>
    <w:rsid w:val="00051353"/>
    <w:rsid w:val="000541D4"/>
    <w:rsid w:val="00060528"/>
    <w:rsid w:val="00060AD8"/>
    <w:rsid w:val="0007304A"/>
    <w:rsid w:val="000754C8"/>
    <w:rsid w:val="00080D32"/>
    <w:rsid w:val="000813C2"/>
    <w:rsid w:val="00082415"/>
    <w:rsid w:val="00085784"/>
    <w:rsid w:val="00094AFB"/>
    <w:rsid w:val="00096505"/>
    <w:rsid w:val="00096750"/>
    <w:rsid w:val="000A0921"/>
    <w:rsid w:val="000A128A"/>
    <w:rsid w:val="000A2070"/>
    <w:rsid w:val="000A28B2"/>
    <w:rsid w:val="000A5AD1"/>
    <w:rsid w:val="000A670D"/>
    <w:rsid w:val="000B715D"/>
    <w:rsid w:val="000C4EAF"/>
    <w:rsid w:val="000C57FA"/>
    <w:rsid w:val="000C58C4"/>
    <w:rsid w:val="000C6F7E"/>
    <w:rsid w:val="000C7646"/>
    <w:rsid w:val="000D3745"/>
    <w:rsid w:val="000F3668"/>
    <w:rsid w:val="000F69A4"/>
    <w:rsid w:val="00100A2E"/>
    <w:rsid w:val="001036F4"/>
    <w:rsid w:val="00104827"/>
    <w:rsid w:val="0011358F"/>
    <w:rsid w:val="00116AFB"/>
    <w:rsid w:val="00122C24"/>
    <w:rsid w:val="00126FC9"/>
    <w:rsid w:val="0013036B"/>
    <w:rsid w:val="001315BB"/>
    <w:rsid w:val="001315F0"/>
    <w:rsid w:val="001456DB"/>
    <w:rsid w:val="00154D8A"/>
    <w:rsid w:val="00154E4F"/>
    <w:rsid w:val="001564DE"/>
    <w:rsid w:val="001624BE"/>
    <w:rsid w:val="00163139"/>
    <w:rsid w:val="001635F0"/>
    <w:rsid w:val="0016397E"/>
    <w:rsid w:val="00165FDB"/>
    <w:rsid w:val="00172E8E"/>
    <w:rsid w:val="001732CB"/>
    <w:rsid w:val="001747C1"/>
    <w:rsid w:val="0017534B"/>
    <w:rsid w:val="0017782D"/>
    <w:rsid w:val="00180B95"/>
    <w:rsid w:val="00182325"/>
    <w:rsid w:val="0018629C"/>
    <w:rsid w:val="0019708F"/>
    <w:rsid w:val="00197B8D"/>
    <w:rsid w:val="001A07E6"/>
    <w:rsid w:val="001A0B48"/>
    <w:rsid w:val="001A0F3F"/>
    <w:rsid w:val="001A1D1A"/>
    <w:rsid w:val="001A23AF"/>
    <w:rsid w:val="001A3555"/>
    <w:rsid w:val="001A7750"/>
    <w:rsid w:val="001B6BBD"/>
    <w:rsid w:val="001B6E6D"/>
    <w:rsid w:val="001C1050"/>
    <w:rsid w:val="001C1AC4"/>
    <w:rsid w:val="001C3772"/>
    <w:rsid w:val="001C6748"/>
    <w:rsid w:val="001C7E83"/>
    <w:rsid w:val="001D124E"/>
    <w:rsid w:val="001D2859"/>
    <w:rsid w:val="001E14A0"/>
    <w:rsid w:val="001E54DC"/>
    <w:rsid w:val="001E7DBC"/>
    <w:rsid w:val="001F1416"/>
    <w:rsid w:val="001F3F7A"/>
    <w:rsid w:val="001F424B"/>
    <w:rsid w:val="001F57AF"/>
    <w:rsid w:val="001F5A2E"/>
    <w:rsid w:val="001F5FFC"/>
    <w:rsid w:val="001F6597"/>
    <w:rsid w:val="001F7C2E"/>
    <w:rsid w:val="00200AC6"/>
    <w:rsid w:val="00202487"/>
    <w:rsid w:val="00202891"/>
    <w:rsid w:val="002051E3"/>
    <w:rsid w:val="002059D2"/>
    <w:rsid w:val="002131FA"/>
    <w:rsid w:val="002135BA"/>
    <w:rsid w:val="00215F0C"/>
    <w:rsid w:val="00221B04"/>
    <w:rsid w:val="00223285"/>
    <w:rsid w:val="0022476E"/>
    <w:rsid w:val="002275AA"/>
    <w:rsid w:val="002275D6"/>
    <w:rsid w:val="002331C9"/>
    <w:rsid w:val="002348C2"/>
    <w:rsid w:val="002405BF"/>
    <w:rsid w:val="00241713"/>
    <w:rsid w:val="0024457F"/>
    <w:rsid w:val="00246324"/>
    <w:rsid w:val="00254723"/>
    <w:rsid w:val="0025522E"/>
    <w:rsid w:val="0025541C"/>
    <w:rsid w:val="002567C7"/>
    <w:rsid w:val="00260FC6"/>
    <w:rsid w:val="00263FAD"/>
    <w:rsid w:val="002703C8"/>
    <w:rsid w:val="00271FC1"/>
    <w:rsid w:val="00274FE0"/>
    <w:rsid w:val="00284690"/>
    <w:rsid w:val="002852BA"/>
    <w:rsid w:val="00285702"/>
    <w:rsid w:val="002869DB"/>
    <w:rsid w:val="00286AE8"/>
    <w:rsid w:val="00292432"/>
    <w:rsid w:val="002924F9"/>
    <w:rsid w:val="002972A0"/>
    <w:rsid w:val="002A124F"/>
    <w:rsid w:val="002B133D"/>
    <w:rsid w:val="002B1E23"/>
    <w:rsid w:val="002B3704"/>
    <w:rsid w:val="002B3B1C"/>
    <w:rsid w:val="002B5AE8"/>
    <w:rsid w:val="002B6832"/>
    <w:rsid w:val="002C7342"/>
    <w:rsid w:val="002D373F"/>
    <w:rsid w:val="002D396B"/>
    <w:rsid w:val="002D4E27"/>
    <w:rsid w:val="002E1B48"/>
    <w:rsid w:val="002E30FA"/>
    <w:rsid w:val="002E43EF"/>
    <w:rsid w:val="002E683D"/>
    <w:rsid w:val="002E7801"/>
    <w:rsid w:val="002F35A1"/>
    <w:rsid w:val="002F5784"/>
    <w:rsid w:val="00300EB2"/>
    <w:rsid w:val="00302ECA"/>
    <w:rsid w:val="00310FB2"/>
    <w:rsid w:val="0031349A"/>
    <w:rsid w:val="00316468"/>
    <w:rsid w:val="00324905"/>
    <w:rsid w:val="00331D3C"/>
    <w:rsid w:val="003453DD"/>
    <w:rsid w:val="0034570D"/>
    <w:rsid w:val="00346303"/>
    <w:rsid w:val="003529B4"/>
    <w:rsid w:val="00364628"/>
    <w:rsid w:val="003650E9"/>
    <w:rsid w:val="00366707"/>
    <w:rsid w:val="00372E3A"/>
    <w:rsid w:val="00373BDC"/>
    <w:rsid w:val="00375755"/>
    <w:rsid w:val="00376F1C"/>
    <w:rsid w:val="0038023B"/>
    <w:rsid w:val="00383F94"/>
    <w:rsid w:val="003857AE"/>
    <w:rsid w:val="00391DAA"/>
    <w:rsid w:val="00392E9E"/>
    <w:rsid w:val="00394D99"/>
    <w:rsid w:val="003953EF"/>
    <w:rsid w:val="003956A2"/>
    <w:rsid w:val="0039694B"/>
    <w:rsid w:val="00397313"/>
    <w:rsid w:val="00397A1B"/>
    <w:rsid w:val="003A2205"/>
    <w:rsid w:val="003A34AC"/>
    <w:rsid w:val="003A3E6A"/>
    <w:rsid w:val="003A638B"/>
    <w:rsid w:val="003B29B9"/>
    <w:rsid w:val="003B49E1"/>
    <w:rsid w:val="003B69E6"/>
    <w:rsid w:val="003C15D7"/>
    <w:rsid w:val="003C3BBE"/>
    <w:rsid w:val="003C471E"/>
    <w:rsid w:val="003D1742"/>
    <w:rsid w:val="003D279D"/>
    <w:rsid w:val="003D2B4C"/>
    <w:rsid w:val="003E2149"/>
    <w:rsid w:val="003E5296"/>
    <w:rsid w:val="003E5D09"/>
    <w:rsid w:val="003E5E83"/>
    <w:rsid w:val="003E6146"/>
    <w:rsid w:val="003F68C8"/>
    <w:rsid w:val="003F7E4D"/>
    <w:rsid w:val="00402940"/>
    <w:rsid w:val="00402998"/>
    <w:rsid w:val="004046D4"/>
    <w:rsid w:val="00404752"/>
    <w:rsid w:val="00413F4F"/>
    <w:rsid w:val="004145DB"/>
    <w:rsid w:val="00425983"/>
    <w:rsid w:val="00440257"/>
    <w:rsid w:val="00440A39"/>
    <w:rsid w:val="004449DC"/>
    <w:rsid w:val="004459A3"/>
    <w:rsid w:val="0044707E"/>
    <w:rsid w:val="004542A3"/>
    <w:rsid w:val="00454A2F"/>
    <w:rsid w:val="00454F71"/>
    <w:rsid w:val="00457DA2"/>
    <w:rsid w:val="00461AAC"/>
    <w:rsid w:val="00462534"/>
    <w:rsid w:val="00465CC4"/>
    <w:rsid w:val="00465D37"/>
    <w:rsid w:val="00477979"/>
    <w:rsid w:val="00480B1C"/>
    <w:rsid w:val="004819C5"/>
    <w:rsid w:val="00485A56"/>
    <w:rsid w:val="00494265"/>
    <w:rsid w:val="004A1018"/>
    <w:rsid w:val="004A3207"/>
    <w:rsid w:val="004A3AB4"/>
    <w:rsid w:val="004A4867"/>
    <w:rsid w:val="004A7F75"/>
    <w:rsid w:val="004B3A40"/>
    <w:rsid w:val="004B72AD"/>
    <w:rsid w:val="004C1CE0"/>
    <w:rsid w:val="004D27BA"/>
    <w:rsid w:val="004D6811"/>
    <w:rsid w:val="004D77D0"/>
    <w:rsid w:val="004E124F"/>
    <w:rsid w:val="004E3B4D"/>
    <w:rsid w:val="004E415C"/>
    <w:rsid w:val="004E782D"/>
    <w:rsid w:val="004F0083"/>
    <w:rsid w:val="004F1C2B"/>
    <w:rsid w:val="004F5B8E"/>
    <w:rsid w:val="0050708E"/>
    <w:rsid w:val="005117A9"/>
    <w:rsid w:val="00512AE9"/>
    <w:rsid w:val="00517D95"/>
    <w:rsid w:val="0052026F"/>
    <w:rsid w:val="00524036"/>
    <w:rsid w:val="00525159"/>
    <w:rsid w:val="0053058A"/>
    <w:rsid w:val="00532959"/>
    <w:rsid w:val="00542197"/>
    <w:rsid w:val="0054300C"/>
    <w:rsid w:val="00544489"/>
    <w:rsid w:val="0054481C"/>
    <w:rsid w:val="00546C1C"/>
    <w:rsid w:val="00546E64"/>
    <w:rsid w:val="005473A4"/>
    <w:rsid w:val="00557403"/>
    <w:rsid w:val="005578EE"/>
    <w:rsid w:val="00561BB4"/>
    <w:rsid w:val="00563E23"/>
    <w:rsid w:val="00565E05"/>
    <w:rsid w:val="00565E1D"/>
    <w:rsid w:val="00565F2A"/>
    <w:rsid w:val="005718E2"/>
    <w:rsid w:val="005735F7"/>
    <w:rsid w:val="00576309"/>
    <w:rsid w:val="005769D1"/>
    <w:rsid w:val="0059285B"/>
    <w:rsid w:val="005963B8"/>
    <w:rsid w:val="005A0F07"/>
    <w:rsid w:val="005A1198"/>
    <w:rsid w:val="005A272A"/>
    <w:rsid w:val="005A6766"/>
    <w:rsid w:val="005A6CC5"/>
    <w:rsid w:val="005A7565"/>
    <w:rsid w:val="005A77A8"/>
    <w:rsid w:val="005A7E77"/>
    <w:rsid w:val="005B0330"/>
    <w:rsid w:val="005B096E"/>
    <w:rsid w:val="005B209C"/>
    <w:rsid w:val="005B413A"/>
    <w:rsid w:val="005B4638"/>
    <w:rsid w:val="005B4D21"/>
    <w:rsid w:val="005B568A"/>
    <w:rsid w:val="005C5BD8"/>
    <w:rsid w:val="005D3CDA"/>
    <w:rsid w:val="005D40FC"/>
    <w:rsid w:val="005D6214"/>
    <w:rsid w:val="005E048D"/>
    <w:rsid w:val="005E25F1"/>
    <w:rsid w:val="005E42CD"/>
    <w:rsid w:val="005E5723"/>
    <w:rsid w:val="005F1A01"/>
    <w:rsid w:val="005F2087"/>
    <w:rsid w:val="005F2D90"/>
    <w:rsid w:val="005F604D"/>
    <w:rsid w:val="00600183"/>
    <w:rsid w:val="0060140F"/>
    <w:rsid w:val="00603D06"/>
    <w:rsid w:val="006047E9"/>
    <w:rsid w:val="00605E08"/>
    <w:rsid w:val="0061108C"/>
    <w:rsid w:val="006120E3"/>
    <w:rsid w:val="006166E6"/>
    <w:rsid w:val="00622918"/>
    <w:rsid w:val="0062318C"/>
    <w:rsid w:val="00625910"/>
    <w:rsid w:val="00631108"/>
    <w:rsid w:val="006314E8"/>
    <w:rsid w:val="00633B1F"/>
    <w:rsid w:val="0063404A"/>
    <w:rsid w:val="00634D19"/>
    <w:rsid w:val="00640B69"/>
    <w:rsid w:val="00650BE9"/>
    <w:rsid w:val="006528D5"/>
    <w:rsid w:val="00652AF2"/>
    <w:rsid w:val="00653C0A"/>
    <w:rsid w:val="006570D2"/>
    <w:rsid w:val="00663DEC"/>
    <w:rsid w:val="00670E3C"/>
    <w:rsid w:val="0067347F"/>
    <w:rsid w:val="006741BB"/>
    <w:rsid w:val="00675BFE"/>
    <w:rsid w:val="00681AF4"/>
    <w:rsid w:val="00681BA7"/>
    <w:rsid w:val="00683941"/>
    <w:rsid w:val="00684084"/>
    <w:rsid w:val="006850D4"/>
    <w:rsid w:val="00685F00"/>
    <w:rsid w:val="00691715"/>
    <w:rsid w:val="006A05B4"/>
    <w:rsid w:val="006A5570"/>
    <w:rsid w:val="006B4F9D"/>
    <w:rsid w:val="006B5B9C"/>
    <w:rsid w:val="006B60AD"/>
    <w:rsid w:val="006C37FC"/>
    <w:rsid w:val="006C3C72"/>
    <w:rsid w:val="006C5ABC"/>
    <w:rsid w:val="006D01F3"/>
    <w:rsid w:val="006D0B3C"/>
    <w:rsid w:val="006D2EE8"/>
    <w:rsid w:val="006D4D3D"/>
    <w:rsid w:val="006D5264"/>
    <w:rsid w:val="006D6697"/>
    <w:rsid w:val="006E1DD5"/>
    <w:rsid w:val="006E522E"/>
    <w:rsid w:val="006E58EE"/>
    <w:rsid w:val="006E7F6C"/>
    <w:rsid w:val="006F0FD7"/>
    <w:rsid w:val="006F1140"/>
    <w:rsid w:val="006F5E00"/>
    <w:rsid w:val="006F6014"/>
    <w:rsid w:val="006F6B50"/>
    <w:rsid w:val="006F761C"/>
    <w:rsid w:val="00704D25"/>
    <w:rsid w:val="00711424"/>
    <w:rsid w:val="007117FB"/>
    <w:rsid w:val="00711DDE"/>
    <w:rsid w:val="00712980"/>
    <w:rsid w:val="00716846"/>
    <w:rsid w:val="00717248"/>
    <w:rsid w:val="007272BB"/>
    <w:rsid w:val="007313B5"/>
    <w:rsid w:val="00733288"/>
    <w:rsid w:val="00734681"/>
    <w:rsid w:val="00734B79"/>
    <w:rsid w:val="00740C4D"/>
    <w:rsid w:val="0074294D"/>
    <w:rsid w:val="0074360C"/>
    <w:rsid w:val="0074538F"/>
    <w:rsid w:val="007460C7"/>
    <w:rsid w:val="00751B27"/>
    <w:rsid w:val="00757FBC"/>
    <w:rsid w:val="0076164E"/>
    <w:rsid w:val="00761B5D"/>
    <w:rsid w:val="007624D2"/>
    <w:rsid w:val="00762BD9"/>
    <w:rsid w:val="007667A9"/>
    <w:rsid w:val="007707CC"/>
    <w:rsid w:val="00770A92"/>
    <w:rsid w:val="0077234F"/>
    <w:rsid w:val="0077563D"/>
    <w:rsid w:val="007766E7"/>
    <w:rsid w:val="0077744F"/>
    <w:rsid w:val="00777797"/>
    <w:rsid w:val="007803AC"/>
    <w:rsid w:val="00781F4A"/>
    <w:rsid w:val="007858A7"/>
    <w:rsid w:val="0079153E"/>
    <w:rsid w:val="00796F79"/>
    <w:rsid w:val="007979A4"/>
    <w:rsid w:val="007A0B48"/>
    <w:rsid w:val="007A25B5"/>
    <w:rsid w:val="007A2FFB"/>
    <w:rsid w:val="007A3E18"/>
    <w:rsid w:val="007A7FDA"/>
    <w:rsid w:val="007B3646"/>
    <w:rsid w:val="007B66AD"/>
    <w:rsid w:val="007B6702"/>
    <w:rsid w:val="007B7CDC"/>
    <w:rsid w:val="007C067A"/>
    <w:rsid w:val="007C3729"/>
    <w:rsid w:val="007C5412"/>
    <w:rsid w:val="007C758A"/>
    <w:rsid w:val="007D5087"/>
    <w:rsid w:val="007E0ECA"/>
    <w:rsid w:val="007E1CFB"/>
    <w:rsid w:val="007E1D1C"/>
    <w:rsid w:val="007E2809"/>
    <w:rsid w:val="007E28AA"/>
    <w:rsid w:val="007E2D3C"/>
    <w:rsid w:val="007E54C0"/>
    <w:rsid w:val="007E6E76"/>
    <w:rsid w:val="007E7EAF"/>
    <w:rsid w:val="007F03B3"/>
    <w:rsid w:val="007F069B"/>
    <w:rsid w:val="007F08BB"/>
    <w:rsid w:val="007F52B0"/>
    <w:rsid w:val="007F5E61"/>
    <w:rsid w:val="00802AEC"/>
    <w:rsid w:val="00804D69"/>
    <w:rsid w:val="00806266"/>
    <w:rsid w:val="00806BA7"/>
    <w:rsid w:val="00811FC2"/>
    <w:rsid w:val="00812748"/>
    <w:rsid w:val="00813D63"/>
    <w:rsid w:val="00817F7D"/>
    <w:rsid w:val="00820509"/>
    <w:rsid w:val="00821E59"/>
    <w:rsid w:val="00823E65"/>
    <w:rsid w:val="00824705"/>
    <w:rsid w:val="00824930"/>
    <w:rsid w:val="00824B6B"/>
    <w:rsid w:val="0082698B"/>
    <w:rsid w:val="00830FF2"/>
    <w:rsid w:val="008317E5"/>
    <w:rsid w:val="0083357F"/>
    <w:rsid w:val="00834F5D"/>
    <w:rsid w:val="00841360"/>
    <w:rsid w:val="00843D7F"/>
    <w:rsid w:val="0084430E"/>
    <w:rsid w:val="00847E4A"/>
    <w:rsid w:val="00850EA1"/>
    <w:rsid w:val="008514DB"/>
    <w:rsid w:val="00852143"/>
    <w:rsid w:val="00854ED0"/>
    <w:rsid w:val="00855FC8"/>
    <w:rsid w:val="0085648C"/>
    <w:rsid w:val="008604AB"/>
    <w:rsid w:val="008624E5"/>
    <w:rsid w:val="00863862"/>
    <w:rsid w:val="00863D4F"/>
    <w:rsid w:val="00864F02"/>
    <w:rsid w:val="008704AD"/>
    <w:rsid w:val="008713FD"/>
    <w:rsid w:val="00875A61"/>
    <w:rsid w:val="00880FAC"/>
    <w:rsid w:val="00881610"/>
    <w:rsid w:val="00883105"/>
    <w:rsid w:val="00883C59"/>
    <w:rsid w:val="0089034D"/>
    <w:rsid w:val="0089113E"/>
    <w:rsid w:val="00892224"/>
    <w:rsid w:val="00892BB6"/>
    <w:rsid w:val="008A2ACD"/>
    <w:rsid w:val="008A3C99"/>
    <w:rsid w:val="008A5928"/>
    <w:rsid w:val="008B3B71"/>
    <w:rsid w:val="008C1D45"/>
    <w:rsid w:val="008D13FC"/>
    <w:rsid w:val="008D2396"/>
    <w:rsid w:val="008D5FE8"/>
    <w:rsid w:val="008D67A2"/>
    <w:rsid w:val="008D78E8"/>
    <w:rsid w:val="008E24F9"/>
    <w:rsid w:val="008F32E6"/>
    <w:rsid w:val="0090387E"/>
    <w:rsid w:val="00905115"/>
    <w:rsid w:val="00905192"/>
    <w:rsid w:val="009160A4"/>
    <w:rsid w:val="00920E09"/>
    <w:rsid w:val="00923B85"/>
    <w:rsid w:val="00927CF3"/>
    <w:rsid w:val="00931382"/>
    <w:rsid w:val="009318C6"/>
    <w:rsid w:val="00932103"/>
    <w:rsid w:val="00932857"/>
    <w:rsid w:val="00932F33"/>
    <w:rsid w:val="00936108"/>
    <w:rsid w:val="0093765E"/>
    <w:rsid w:val="00946397"/>
    <w:rsid w:val="00946FF5"/>
    <w:rsid w:val="00950912"/>
    <w:rsid w:val="00952E06"/>
    <w:rsid w:val="00953065"/>
    <w:rsid w:val="00956C3E"/>
    <w:rsid w:val="00957ACF"/>
    <w:rsid w:val="00966603"/>
    <w:rsid w:val="009811AE"/>
    <w:rsid w:val="00981AC4"/>
    <w:rsid w:val="0098470F"/>
    <w:rsid w:val="00996197"/>
    <w:rsid w:val="009A025B"/>
    <w:rsid w:val="009A02BC"/>
    <w:rsid w:val="009B5CD0"/>
    <w:rsid w:val="009B6C4C"/>
    <w:rsid w:val="009C0886"/>
    <w:rsid w:val="009C17F7"/>
    <w:rsid w:val="009C1FB1"/>
    <w:rsid w:val="009D1E65"/>
    <w:rsid w:val="009E0FD4"/>
    <w:rsid w:val="009E35A3"/>
    <w:rsid w:val="009E4A3B"/>
    <w:rsid w:val="009F09F1"/>
    <w:rsid w:val="009F75F0"/>
    <w:rsid w:val="00A0116E"/>
    <w:rsid w:val="00A05E59"/>
    <w:rsid w:val="00A06675"/>
    <w:rsid w:val="00A1240F"/>
    <w:rsid w:val="00A16A43"/>
    <w:rsid w:val="00A21B24"/>
    <w:rsid w:val="00A22702"/>
    <w:rsid w:val="00A3009D"/>
    <w:rsid w:val="00A315C8"/>
    <w:rsid w:val="00A41095"/>
    <w:rsid w:val="00A442CF"/>
    <w:rsid w:val="00A47BB1"/>
    <w:rsid w:val="00A5051F"/>
    <w:rsid w:val="00A506F4"/>
    <w:rsid w:val="00A529ED"/>
    <w:rsid w:val="00A54D0C"/>
    <w:rsid w:val="00A553D8"/>
    <w:rsid w:val="00A559C5"/>
    <w:rsid w:val="00A61B38"/>
    <w:rsid w:val="00A63D09"/>
    <w:rsid w:val="00A64649"/>
    <w:rsid w:val="00A65027"/>
    <w:rsid w:val="00A6505B"/>
    <w:rsid w:val="00A667FC"/>
    <w:rsid w:val="00A67455"/>
    <w:rsid w:val="00A71018"/>
    <w:rsid w:val="00A7118F"/>
    <w:rsid w:val="00A73583"/>
    <w:rsid w:val="00A7457A"/>
    <w:rsid w:val="00A74E97"/>
    <w:rsid w:val="00A75154"/>
    <w:rsid w:val="00A75620"/>
    <w:rsid w:val="00A75AE1"/>
    <w:rsid w:val="00A763A1"/>
    <w:rsid w:val="00A77F23"/>
    <w:rsid w:val="00A863CA"/>
    <w:rsid w:val="00A86D5A"/>
    <w:rsid w:val="00A918BC"/>
    <w:rsid w:val="00A95A17"/>
    <w:rsid w:val="00AA1B10"/>
    <w:rsid w:val="00AA5D87"/>
    <w:rsid w:val="00AA61FB"/>
    <w:rsid w:val="00AB28ED"/>
    <w:rsid w:val="00AB3C8A"/>
    <w:rsid w:val="00AC5D68"/>
    <w:rsid w:val="00AC6BBA"/>
    <w:rsid w:val="00AC7C42"/>
    <w:rsid w:val="00AC7DD3"/>
    <w:rsid w:val="00AD16CE"/>
    <w:rsid w:val="00AD5230"/>
    <w:rsid w:val="00AD576A"/>
    <w:rsid w:val="00AD598A"/>
    <w:rsid w:val="00AE0F16"/>
    <w:rsid w:val="00AE11EE"/>
    <w:rsid w:val="00AE2FE9"/>
    <w:rsid w:val="00AE33C0"/>
    <w:rsid w:val="00AE383C"/>
    <w:rsid w:val="00AE4FD5"/>
    <w:rsid w:val="00AE569A"/>
    <w:rsid w:val="00AE6B9F"/>
    <w:rsid w:val="00AF4A57"/>
    <w:rsid w:val="00AF7D57"/>
    <w:rsid w:val="00B0683E"/>
    <w:rsid w:val="00B13F72"/>
    <w:rsid w:val="00B2360A"/>
    <w:rsid w:val="00B23E5C"/>
    <w:rsid w:val="00B2752A"/>
    <w:rsid w:val="00B321C1"/>
    <w:rsid w:val="00B41FDD"/>
    <w:rsid w:val="00B42F63"/>
    <w:rsid w:val="00B430D9"/>
    <w:rsid w:val="00B4606A"/>
    <w:rsid w:val="00B532DA"/>
    <w:rsid w:val="00B5651E"/>
    <w:rsid w:val="00B573E9"/>
    <w:rsid w:val="00B6072C"/>
    <w:rsid w:val="00B617F6"/>
    <w:rsid w:val="00B6468A"/>
    <w:rsid w:val="00B64817"/>
    <w:rsid w:val="00B655FA"/>
    <w:rsid w:val="00B7024C"/>
    <w:rsid w:val="00B71A00"/>
    <w:rsid w:val="00B72F27"/>
    <w:rsid w:val="00B73201"/>
    <w:rsid w:val="00B76726"/>
    <w:rsid w:val="00B81C4A"/>
    <w:rsid w:val="00B91539"/>
    <w:rsid w:val="00B93115"/>
    <w:rsid w:val="00B931E6"/>
    <w:rsid w:val="00B95A3F"/>
    <w:rsid w:val="00B96F56"/>
    <w:rsid w:val="00BA342A"/>
    <w:rsid w:val="00BA47E2"/>
    <w:rsid w:val="00BA5098"/>
    <w:rsid w:val="00BA5C3C"/>
    <w:rsid w:val="00BA6329"/>
    <w:rsid w:val="00BA7EF5"/>
    <w:rsid w:val="00BB1209"/>
    <w:rsid w:val="00BC39AB"/>
    <w:rsid w:val="00BC7FE1"/>
    <w:rsid w:val="00BD0554"/>
    <w:rsid w:val="00BD12CE"/>
    <w:rsid w:val="00BD3A20"/>
    <w:rsid w:val="00BE0D7F"/>
    <w:rsid w:val="00BE2F15"/>
    <w:rsid w:val="00BE37ED"/>
    <w:rsid w:val="00BE6B47"/>
    <w:rsid w:val="00BF23F1"/>
    <w:rsid w:val="00BF4384"/>
    <w:rsid w:val="00BF54D1"/>
    <w:rsid w:val="00BF6890"/>
    <w:rsid w:val="00C018D7"/>
    <w:rsid w:val="00C07402"/>
    <w:rsid w:val="00C12A9D"/>
    <w:rsid w:val="00C13FD3"/>
    <w:rsid w:val="00C1697A"/>
    <w:rsid w:val="00C178FE"/>
    <w:rsid w:val="00C21FF7"/>
    <w:rsid w:val="00C265F5"/>
    <w:rsid w:val="00C309C1"/>
    <w:rsid w:val="00C32A74"/>
    <w:rsid w:val="00C34CA7"/>
    <w:rsid w:val="00C41165"/>
    <w:rsid w:val="00C45E1E"/>
    <w:rsid w:val="00C5288A"/>
    <w:rsid w:val="00C53F2E"/>
    <w:rsid w:val="00C64A03"/>
    <w:rsid w:val="00C715B8"/>
    <w:rsid w:val="00C7497D"/>
    <w:rsid w:val="00C8213F"/>
    <w:rsid w:val="00C84117"/>
    <w:rsid w:val="00C8503B"/>
    <w:rsid w:val="00C86C33"/>
    <w:rsid w:val="00C94A14"/>
    <w:rsid w:val="00C95A88"/>
    <w:rsid w:val="00C96162"/>
    <w:rsid w:val="00CA03CE"/>
    <w:rsid w:val="00CB0038"/>
    <w:rsid w:val="00CB095D"/>
    <w:rsid w:val="00CB2439"/>
    <w:rsid w:val="00CB4D11"/>
    <w:rsid w:val="00CB4E8F"/>
    <w:rsid w:val="00CB526A"/>
    <w:rsid w:val="00CB546C"/>
    <w:rsid w:val="00CB6896"/>
    <w:rsid w:val="00CB6E40"/>
    <w:rsid w:val="00CC0C50"/>
    <w:rsid w:val="00CC1541"/>
    <w:rsid w:val="00CC3918"/>
    <w:rsid w:val="00CC704B"/>
    <w:rsid w:val="00CC759F"/>
    <w:rsid w:val="00CD18DB"/>
    <w:rsid w:val="00CD2830"/>
    <w:rsid w:val="00CD360B"/>
    <w:rsid w:val="00CE023F"/>
    <w:rsid w:val="00CE3D6B"/>
    <w:rsid w:val="00CE41BE"/>
    <w:rsid w:val="00CE4435"/>
    <w:rsid w:val="00CE6FD3"/>
    <w:rsid w:val="00CF38EA"/>
    <w:rsid w:val="00CF6924"/>
    <w:rsid w:val="00D034FA"/>
    <w:rsid w:val="00D03F4B"/>
    <w:rsid w:val="00D04C98"/>
    <w:rsid w:val="00D056DF"/>
    <w:rsid w:val="00D0574C"/>
    <w:rsid w:val="00D10290"/>
    <w:rsid w:val="00D1168C"/>
    <w:rsid w:val="00D1414E"/>
    <w:rsid w:val="00D1673E"/>
    <w:rsid w:val="00D25F1E"/>
    <w:rsid w:val="00D26096"/>
    <w:rsid w:val="00D3199E"/>
    <w:rsid w:val="00D31C7F"/>
    <w:rsid w:val="00D35BA7"/>
    <w:rsid w:val="00D35BDB"/>
    <w:rsid w:val="00D373B0"/>
    <w:rsid w:val="00D41D19"/>
    <w:rsid w:val="00D44BF2"/>
    <w:rsid w:val="00D47823"/>
    <w:rsid w:val="00D50AA4"/>
    <w:rsid w:val="00D525C9"/>
    <w:rsid w:val="00D529FB"/>
    <w:rsid w:val="00D52F2C"/>
    <w:rsid w:val="00D53FB2"/>
    <w:rsid w:val="00D65503"/>
    <w:rsid w:val="00D66576"/>
    <w:rsid w:val="00D67EAD"/>
    <w:rsid w:val="00D7200D"/>
    <w:rsid w:val="00D8738D"/>
    <w:rsid w:val="00D94730"/>
    <w:rsid w:val="00D94A81"/>
    <w:rsid w:val="00D978D6"/>
    <w:rsid w:val="00D9792E"/>
    <w:rsid w:val="00DA0553"/>
    <w:rsid w:val="00DA30CF"/>
    <w:rsid w:val="00DA4917"/>
    <w:rsid w:val="00DB13AF"/>
    <w:rsid w:val="00DB2445"/>
    <w:rsid w:val="00DB3EDC"/>
    <w:rsid w:val="00DB5839"/>
    <w:rsid w:val="00DB7EC9"/>
    <w:rsid w:val="00DC22DC"/>
    <w:rsid w:val="00DC578D"/>
    <w:rsid w:val="00DC5A38"/>
    <w:rsid w:val="00DC7035"/>
    <w:rsid w:val="00DC7293"/>
    <w:rsid w:val="00DD04F6"/>
    <w:rsid w:val="00DD0C44"/>
    <w:rsid w:val="00DD323B"/>
    <w:rsid w:val="00DD4F70"/>
    <w:rsid w:val="00DE0835"/>
    <w:rsid w:val="00DE0B05"/>
    <w:rsid w:val="00DE2285"/>
    <w:rsid w:val="00DE2EEF"/>
    <w:rsid w:val="00DE4399"/>
    <w:rsid w:val="00DE5B48"/>
    <w:rsid w:val="00DF09B8"/>
    <w:rsid w:val="00DF7C18"/>
    <w:rsid w:val="00E02096"/>
    <w:rsid w:val="00E0489D"/>
    <w:rsid w:val="00E0579E"/>
    <w:rsid w:val="00E07850"/>
    <w:rsid w:val="00E10786"/>
    <w:rsid w:val="00E125D7"/>
    <w:rsid w:val="00E203E0"/>
    <w:rsid w:val="00E22B89"/>
    <w:rsid w:val="00E23190"/>
    <w:rsid w:val="00E236FD"/>
    <w:rsid w:val="00E241B5"/>
    <w:rsid w:val="00E3146A"/>
    <w:rsid w:val="00E354B1"/>
    <w:rsid w:val="00E37356"/>
    <w:rsid w:val="00E40982"/>
    <w:rsid w:val="00E43721"/>
    <w:rsid w:val="00E45A3D"/>
    <w:rsid w:val="00E45DB1"/>
    <w:rsid w:val="00E543DC"/>
    <w:rsid w:val="00E555CE"/>
    <w:rsid w:val="00E64CEA"/>
    <w:rsid w:val="00E64EC6"/>
    <w:rsid w:val="00E65D24"/>
    <w:rsid w:val="00E701C9"/>
    <w:rsid w:val="00E703F2"/>
    <w:rsid w:val="00E71328"/>
    <w:rsid w:val="00E733F7"/>
    <w:rsid w:val="00E75270"/>
    <w:rsid w:val="00E774C5"/>
    <w:rsid w:val="00E80BD7"/>
    <w:rsid w:val="00E8414B"/>
    <w:rsid w:val="00E84E36"/>
    <w:rsid w:val="00E8510E"/>
    <w:rsid w:val="00E863D7"/>
    <w:rsid w:val="00E91A7E"/>
    <w:rsid w:val="00E93936"/>
    <w:rsid w:val="00E93E1E"/>
    <w:rsid w:val="00E94806"/>
    <w:rsid w:val="00E94B00"/>
    <w:rsid w:val="00E95059"/>
    <w:rsid w:val="00EA084F"/>
    <w:rsid w:val="00EA1980"/>
    <w:rsid w:val="00EA1CA9"/>
    <w:rsid w:val="00EA3BC3"/>
    <w:rsid w:val="00EA424F"/>
    <w:rsid w:val="00EA4517"/>
    <w:rsid w:val="00EB378D"/>
    <w:rsid w:val="00EB3B9B"/>
    <w:rsid w:val="00EB7FD2"/>
    <w:rsid w:val="00EC04BF"/>
    <w:rsid w:val="00EC31CD"/>
    <w:rsid w:val="00EC3CF7"/>
    <w:rsid w:val="00EC59FE"/>
    <w:rsid w:val="00ED0F29"/>
    <w:rsid w:val="00ED338F"/>
    <w:rsid w:val="00ED3D6D"/>
    <w:rsid w:val="00ED5F55"/>
    <w:rsid w:val="00ED7BE9"/>
    <w:rsid w:val="00EE0722"/>
    <w:rsid w:val="00EE4A0D"/>
    <w:rsid w:val="00EE53D2"/>
    <w:rsid w:val="00EE6427"/>
    <w:rsid w:val="00EE7A7A"/>
    <w:rsid w:val="00EF2E42"/>
    <w:rsid w:val="00EF3076"/>
    <w:rsid w:val="00F0019F"/>
    <w:rsid w:val="00F02103"/>
    <w:rsid w:val="00F07670"/>
    <w:rsid w:val="00F10C76"/>
    <w:rsid w:val="00F14101"/>
    <w:rsid w:val="00F15D22"/>
    <w:rsid w:val="00F16CC5"/>
    <w:rsid w:val="00F22023"/>
    <w:rsid w:val="00F23177"/>
    <w:rsid w:val="00F273A6"/>
    <w:rsid w:val="00F27D80"/>
    <w:rsid w:val="00F30F15"/>
    <w:rsid w:val="00F31BE8"/>
    <w:rsid w:val="00F3508E"/>
    <w:rsid w:val="00F3768C"/>
    <w:rsid w:val="00F40A9C"/>
    <w:rsid w:val="00F40B1D"/>
    <w:rsid w:val="00F450C0"/>
    <w:rsid w:val="00F52B1B"/>
    <w:rsid w:val="00F52CC8"/>
    <w:rsid w:val="00F53CF6"/>
    <w:rsid w:val="00F554DD"/>
    <w:rsid w:val="00F56EDB"/>
    <w:rsid w:val="00F573D2"/>
    <w:rsid w:val="00F63418"/>
    <w:rsid w:val="00F634B8"/>
    <w:rsid w:val="00F64074"/>
    <w:rsid w:val="00F6556D"/>
    <w:rsid w:val="00F74F5B"/>
    <w:rsid w:val="00F76162"/>
    <w:rsid w:val="00F82DCE"/>
    <w:rsid w:val="00F85C38"/>
    <w:rsid w:val="00F95A52"/>
    <w:rsid w:val="00F95BD5"/>
    <w:rsid w:val="00F973E4"/>
    <w:rsid w:val="00FA22DD"/>
    <w:rsid w:val="00FA38FC"/>
    <w:rsid w:val="00FA4C28"/>
    <w:rsid w:val="00FA5F75"/>
    <w:rsid w:val="00FA7183"/>
    <w:rsid w:val="00FB4049"/>
    <w:rsid w:val="00FC10EA"/>
    <w:rsid w:val="00FC5689"/>
    <w:rsid w:val="00FD4BCB"/>
    <w:rsid w:val="00FE0764"/>
    <w:rsid w:val="00FE1D14"/>
    <w:rsid w:val="00FE405B"/>
    <w:rsid w:val="00FE5D9E"/>
    <w:rsid w:val="00FF02A9"/>
    <w:rsid w:val="00FF2921"/>
    <w:rsid w:val="00FF3391"/>
    <w:rsid w:val="00FF52EE"/>
    <w:rsid w:val="0879D689"/>
    <w:rsid w:val="11394367"/>
    <w:rsid w:val="26841397"/>
    <w:rsid w:val="500B816E"/>
    <w:rsid w:val="5B834D35"/>
    <w:rsid w:val="63485D0C"/>
    <w:rsid w:val="6D79AFA5"/>
    <w:rsid w:val="74850A8A"/>
    <w:rsid w:val="7615E980"/>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6C9F0B"/>
  <w15:chartTrackingRefBased/>
  <w15:docId w15:val="{7631B388-8370-4961-B8F4-DA2070203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style>
  <w:style w:type="paragraph" w:styleId="berschrift3">
    <w:name w:val="heading 3"/>
    <w:basedOn w:val="Standard"/>
    <w:link w:val="berschrift3Zchn"/>
    <w:uiPriority w:val="9"/>
    <w:qFormat/>
    <w:rsid w:val="00777797"/>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373B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373B0"/>
  </w:style>
  <w:style w:type="paragraph" w:styleId="Fuzeile">
    <w:name w:val="footer"/>
    <w:basedOn w:val="Standard"/>
    <w:link w:val="FuzeileZchn"/>
    <w:uiPriority w:val="99"/>
    <w:unhideWhenUsed/>
    <w:rsid w:val="00D373B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373B0"/>
  </w:style>
  <w:style w:type="character" w:styleId="Hyperlink">
    <w:name w:val="Hyperlink"/>
    <w:basedOn w:val="Absatz-Standardschriftart"/>
    <w:uiPriority w:val="99"/>
    <w:unhideWhenUsed/>
    <w:rsid w:val="00DC578D"/>
    <w:rPr>
      <w:color w:val="0563C1" w:themeColor="hyperlink"/>
      <w:u w:val="single"/>
    </w:rPr>
  </w:style>
  <w:style w:type="character" w:customStyle="1" w:styleId="NichtaufgelsteErwhnung1">
    <w:name w:val="Nicht aufgelöste Erwähnung1"/>
    <w:basedOn w:val="Absatz-Standardschriftart"/>
    <w:uiPriority w:val="99"/>
    <w:semiHidden/>
    <w:unhideWhenUsed/>
    <w:rsid w:val="00DC578D"/>
    <w:rPr>
      <w:color w:val="605E5C"/>
      <w:shd w:val="clear" w:color="auto" w:fill="E1DFDD"/>
    </w:rPr>
  </w:style>
  <w:style w:type="paragraph" w:styleId="Listenabsatz">
    <w:name w:val="List Paragraph"/>
    <w:basedOn w:val="Standard"/>
    <w:uiPriority w:val="34"/>
    <w:qFormat/>
    <w:rsid w:val="006E58EE"/>
    <w:pPr>
      <w:ind w:left="720"/>
      <w:contextualSpacing/>
    </w:pPr>
  </w:style>
  <w:style w:type="character" w:customStyle="1" w:styleId="berschrift3Zchn">
    <w:name w:val="Überschrift 3 Zchn"/>
    <w:basedOn w:val="Absatz-Standardschriftart"/>
    <w:link w:val="berschrift3"/>
    <w:uiPriority w:val="9"/>
    <w:rsid w:val="00777797"/>
    <w:rPr>
      <w:rFonts w:ascii="Times New Roman" w:eastAsia="Times New Roman" w:hAnsi="Times New Roman" w:cs="Times New Roman"/>
      <w:b/>
      <w:bCs/>
      <w:sz w:val="27"/>
      <w:szCs w:val="27"/>
      <w:lang w:eastAsia="de-DE"/>
    </w:rPr>
  </w:style>
  <w:style w:type="paragraph" w:styleId="StandardWeb">
    <w:name w:val="Normal (Web)"/>
    <w:basedOn w:val="Standard"/>
    <w:uiPriority w:val="99"/>
    <w:unhideWhenUsed/>
    <w:rsid w:val="0077779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5578EE"/>
    <w:rPr>
      <w:b/>
      <w:bCs/>
    </w:rPr>
  </w:style>
  <w:style w:type="paragraph" w:styleId="Kommentartext">
    <w:name w:val="annotation text"/>
    <w:basedOn w:val="Standard"/>
    <w:link w:val="KommentartextZchn"/>
    <w:uiPriority w:val="99"/>
    <w:unhideWhenUsed/>
    <w:rsid w:val="0089113E"/>
    <w:pPr>
      <w:suppressAutoHyphens/>
      <w:overflowPunct w:val="0"/>
      <w:autoSpaceDE w:val="0"/>
      <w:autoSpaceDN w:val="0"/>
      <w:adjustRightInd w:val="0"/>
      <w:spacing w:after="200" w:line="240" w:lineRule="auto"/>
    </w:pPr>
    <w:rPr>
      <w:rFonts w:ascii="Calibri" w:eastAsia="Times New Roman" w:hAnsi="Calibri" w:cs="Times New Roman"/>
      <w:sz w:val="20"/>
      <w:szCs w:val="20"/>
      <w:lang w:eastAsia="de-DE"/>
    </w:rPr>
  </w:style>
  <w:style w:type="character" w:customStyle="1" w:styleId="KommentartextZchn">
    <w:name w:val="Kommentartext Zchn"/>
    <w:basedOn w:val="Absatz-Standardschriftart"/>
    <w:link w:val="Kommentartext"/>
    <w:uiPriority w:val="99"/>
    <w:rsid w:val="0089113E"/>
    <w:rPr>
      <w:rFonts w:ascii="Calibri" w:eastAsia="Times New Roman" w:hAnsi="Calibri" w:cs="Times New Roman"/>
      <w:sz w:val="20"/>
      <w:szCs w:val="20"/>
      <w:lang w:eastAsia="de-DE"/>
    </w:rPr>
  </w:style>
  <w:style w:type="character" w:styleId="NichtaufgelsteErwhnung">
    <w:name w:val="Unresolved Mention"/>
    <w:basedOn w:val="Absatz-Standardschriftart"/>
    <w:uiPriority w:val="99"/>
    <w:rsid w:val="00E64EC6"/>
    <w:rPr>
      <w:color w:val="605E5C"/>
      <w:shd w:val="clear" w:color="auto" w:fill="E1DFDD"/>
    </w:rPr>
  </w:style>
  <w:style w:type="character" w:customStyle="1" w:styleId="teamgeistFolgeblattZchn">
    <w:name w:val="teamgeist Folgeblatt Zchn"/>
    <w:basedOn w:val="Absatz-Standardschriftart"/>
    <w:link w:val="teamgeistFolgeblatt"/>
    <w:locked/>
    <w:rsid w:val="00B573E9"/>
    <w:rPr>
      <w:noProof/>
    </w:rPr>
  </w:style>
  <w:style w:type="paragraph" w:customStyle="1" w:styleId="teamgeistFolgeblatt">
    <w:name w:val="teamgeist Folgeblatt"/>
    <w:basedOn w:val="Standard"/>
    <w:link w:val="teamgeistFolgeblattZchn"/>
    <w:qFormat/>
    <w:rsid w:val="00B573E9"/>
    <w:pPr>
      <w:spacing w:line="256" w:lineRule="auto"/>
      <w:ind w:left="4248" w:firstLine="708"/>
    </w:pPr>
    <w:rPr>
      <w:noProof/>
    </w:rPr>
  </w:style>
  <w:style w:type="character" w:styleId="Hervorhebung">
    <w:name w:val="Emphasis"/>
    <w:basedOn w:val="Absatz-Standardschriftart"/>
    <w:uiPriority w:val="20"/>
    <w:qFormat/>
    <w:rsid w:val="00AE2FE9"/>
    <w:rPr>
      <w:i/>
      <w:iCs/>
    </w:rPr>
  </w:style>
  <w:style w:type="paragraph" w:styleId="berarbeitung">
    <w:name w:val="Revision"/>
    <w:hidden/>
    <w:uiPriority w:val="99"/>
    <w:semiHidden/>
    <w:rsid w:val="00165FDB"/>
    <w:pPr>
      <w:spacing w:after="0" w:line="240" w:lineRule="auto"/>
    </w:pPr>
  </w:style>
  <w:style w:type="character" w:styleId="Kommentarzeichen">
    <w:name w:val="annotation reference"/>
    <w:basedOn w:val="Absatz-Standardschriftart"/>
    <w:uiPriority w:val="99"/>
    <w:semiHidden/>
    <w:unhideWhenUsed/>
    <w:rsid w:val="005A6CC5"/>
    <w:rPr>
      <w:sz w:val="16"/>
      <w:szCs w:val="16"/>
    </w:rPr>
  </w:style>
  <w:style w:type="paragraph" w:styleId="Kommentarthema">
    <w:name w:val="annotation subject"/>
    <w:basedOn w:val="Kommentartext"/>
    <w:next w:val="Kommentartext"/>
    <w:link w:val="KommentarthemaZchn"/>
    <w:uiPriority w:val="99"/>
    <w:semiHidden/>
    <w:unhideWhenUsed/>
    <w:rsid w:val="005A6CC5"/>
    <w:pPr>
      <w:suppressAutoHyphens w:val="0"/>
      <w:overflowPunct/>
      <w:autoSpaceDE/>
      <w:autoSpaceDN/>
      <w:adjustRightInd/>
      <w:spacing w:after="160"/>
    </w:pPr>
    <w:rPr>
      <w:rFonts w:asciiTheme="minorHAnsi" w:eastAsiaTheme="minorHAnsi" w:hAnsiTheme="minorHAnsi" w:cstheme="minorBidi"/>
      <w:b/>
      <w:bCs/>
      <w:lang w:eastAsia="en-US"/>
    </w:rPr>
  </w:style>
  <w:style w:type="character" w:customStyle="1" w:styleId="KommentarthemaZchn">
    <w:name w:val="Kommentarthema Zchn"/>
    <w:basedOn w:val="KommentartextZchn"/>
    <w:link w:val="Kommentarthema"/>
    <w:uiPriority w:val="99"/>
    <w:semiHidden/>
    <w:rsid w:val="005A6CC5"/>
    <w:rPr>
      <w:rFonts w:ascii="Calibri" w:eastAsia="Times New Roman" w:hAnsi="Calibri" w:cs="Times New Roman"/>
      <w:b/>
      <w:bCs/>
      <w:sz w:val="20"/>
      <w:szCs w:val="20"/>
      <w:lang w:eastAsia="de-DE"/>
    </w:rPr>
  </w:style>
  <w:style w:type="character" w:styleId="BesuchterLink">
    <w:name w:val="FollowedHyperlink"/>
    <w:basedOn w:val="Absatz-Standardschriftart"/>
    <w:uiPriority w:val="99"/>
    <w:semiHidden/>
    <w:unhideWhenUsed/>
    <w:rsid w:val="00996197"/>
    <w:rPr>
      <w:color w:val="954F72" w:themeColor="followedHyperlink"/>
      <w:u w:val="single"/>
    </w:rPr>
  </w:style>
  <w:style w:type="paragraph" w:customStyle="1" w:styleId="MPAbsenderadresse">
    <w:name w:val="MP_Absenderadresse"/>
    <w:basedOn w:val="Standard"/>
    <w:rsid w:val="00246324"/>
    <w:pPr>
      <w:suppressAutoHyphens/>
      <w:spacing w:after="0" w:line="220" w:lineRule="exact"/>
    </w:pPr>
    <w:rPr>
      <w:rFonts w:ascii="Arial" w:eastAsia="Times New Roman" w:hAnsi="Arial" w:cs="Arial"/>
      <w:sz w:val="16"/>
      <w:szCs w:val="20"/>
      <w:lang w:val="en-GB" w:eastAsia="ar-SA"/>
    </w:rPr>
  </w:style>
  <w:style w:type="character" w:customStyle="1" w:styleId="cf01">
    <w:name w:val="cf01"/>
    <w:basedOn w:val="Absatz-Standardschriftart"/>
    <w:rsid w:val="00CC0C5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388241">
      <w:bodyDiv w:val="1"/>
      <w:marLeft w:val="0"/>
      <w:marRight w:val="0"/>
      <w:marTop w:val="0"/>
      <w:marBottom w:val="0"/>
      <w:divBdr>
        <w:top w:val="none" w:sz="0" w:space="0" w:color="auto"/>
        <w:left w:val="none" w:sz="0" w:space="0" w:color="auto"/>
        <w:bottom w:val="none" w:sz="0" w:space="0" w:color="auto"/>
        <w:right w:val="none" w:sz="0" w:space="0" w:color="auto"/>
      </w:divBdr>
    </w:div>
    <w:div w:id="357777089">
      <w:bodyDiv w:val="1"/>
      <w:marLeft w:val="0"/>
      <w:marRight w:val="0"/>
      <w:marTop w:val="0"/>
      <w:marBottom w:val="0"/>
      <w:divBdr>
        <w:top w:val="none" w:sz="0" w:space="0" w:color="auto"/>
        <w:left w:val="none" w:sz="0" w:space="0" w:color="auto"/>
        <w:bottom w:val="none" w:sz="0" w:space="0" w:color="auto"/>
        <w:right w:val="none" w:sz="0" w:space="0" w:color="auto"/>
      </w:divBdr>
    </w:div>
    <w:div w:id="358161369">
      <w:bodyDiv w:val="1"/>
      <w:marLeft w:val="0"/>
      <w:marRight w:val="0"/>
      <w:marTop w:val="0"/>
      <w:marBottom w:val="0"/>
      <w:divBdr>
        <w:top w:val="none" w:sz="0" w:space="0" w:color="auto"/>
        <w:left w:val="none" w:sz="0" w:space="0" w:color="auto"/>
        <w:bottom w:val="none" w:sz="0" w:space="0" w:color="auto"/>
        <w:right w:val="none" w:sz="0" w:space="0" w:color="auto"/>
      </w:divBdr>
    </w:div>
    <w:div w:id="551842533">
      <w:bodyDiv w:val="1"/>
      <w:marLeft w:val="0"/>
      <w:marRight w:val="0"/>
      <w:marTop w:val="0"/>
      <w:marBottom w:val="0"/>
      <w:divBdr>
        <w:top w:val="none" w:sz="0" w:space="0" w:color="auto"/>
        <w:left w:val="none" w:sz="0" w:space="0" w:color="auto"/>
        <w:bottom w:val="none" w:sz="0" w:space="0" w:color="auto"/>
        <w:right w:val="none" w:sz="0" w:space="0" w:color="auto"/>
      </w:divBdr>
    </w:div>
    <w:div w:id="656150766">
      <w:bodyDiv w:val="1"/>
      <w:marLeft w:val="0"/>
      <w:marRight w:val="0"/>
      <w:marTop w:val="0"/>
      <w:marBottom w:val="0"/>
      <w:divBdr>
        <w:top w:val="none" w:sz="0" w:space="0" w:color="auto"/>
        <w:left w:val="none" w:sz="0" w:space="0" w:color="auto"/>
        <w:bottom w:val="none" w:sz="0" w:space="0" w:color="auto"/>
        <w:right w:val="none" w:sz="0" w:space="0" w:color="auto"/>
      </w:divBdr>
    </w:div>
    <w:div w:id="831335766">
      <w:bodyDiv w:val="1"/>
      <w:marLeft w:val="0"/>
      <w:marRight w:val="0"/>
      <w:marTop w:val="0"/>
      <w:marBottom w:val="0"/>
      <w:divBdr>
        <w:top w:val="none" w:sz="0" w:space="0" w:color="auto"/>
        <w:left w:val="none" w:sz="0" w:space="0" w:color="auto"/>
        <w:bottom w:val="none" w:sz="0" w:space="0" w:color="auto"/>
        <w:right w:val="none" w:sz="0" w:space="0" w:color="auto"/>
      </w:divBdr>
    </w:div>
    <w:div w:id="866675199">
      <w:bodyDiv w:val="1"/>
      <w:marLeft w:val="0"/>
      <w:marRight w:val="0"/>
      <w:marTop w:val="0"/>
      <w:marBottom w:val="0"/>
      <w:divBdr>
        <w:top w:val="none" w:sz="0" w:space="0" w:color="auto"/>
        <w:left w:val="none" w:sz="0" w:space="0" w:color="auto"/>
        <w:bottom w:val="none" w:sz="0" w:space="0" w:color="auto"/>
        <w:right w:val="none" w:sz="0" w:space="0" w:color="auto"/>
      </w:divBdr>
    </w:div>
    <w:div w:id="1140419527">
      <w:bodyDiv w:val="1"/>
      <w:marLeft w:val="0"/>
      <w:marRight w:val="0"/>
      <w:marTop w:val="0"/>
      <w:marBottom w:val="0"/>
      <w:divBdr>
        <w:top w:val="none" w:sz="0" w:space="0" w:color="auto"/>
        <w:left w:val="none" w:sz="0" w:space="0" w:color="auto"/>
        <w:bottom w:val="none" w:sz="0" w:space="0" w:color="auto"/>
        <w:right w:val="none" w:sz="0" w:space="0" w:color="auto"/>
      </w:divBdr>
    </w:div>
    <w:div w:id="1142193925">
      <w:bodyDiv w:val="1"/>
      <w:marLeft w:val="0"/>
      <w:marRight w:val="0"/>
      <w:marTop w:val="0"/>
      <w:marBottom w:val="0"/>
      <w:divBdr>
        <w:top w:val="none" w:sz="0" w:space="0" w:color="auto"/>
        <w:left w:val="none" w:sz="0" w:space="0" w:color="auto"/>
        <w:bottom w:val="none" w:sz="0" w:space="0" w:color="auto"/>
        <w:right w:val="none" w:sz="0" w:space="0" w:color="auto"/>
      </w:divBdr>
      <w:divsChild>
        <w:div w:id="1492722095">
          <w:marLeft w:val="600"/>
          <w:marRight w:val="0"/>
          <w:marTop w:val="0"/>
          <w:marBottom w:val="0"/>
          <w:divBdr>
            <w:top w:val="none" w:sz="0" w:space="0" w:color="auto"/>
            <w:left w:val="none" w:sz="0" w:space="0" w:color="auto"/>
            <w:bottom w:val="none" w:sz="0" w:space="0" w:color="auto"/>
            <w:right w:val="none" w:sz="0" w:space="0" w:color="auto"/>
          </w:divBdr>
          <w:divsChild>
            <w:div w:id="2113864163">
              <w:marLeft w:val="0"/>
              <w:marRight w:val="0"/>
              <w:marTop w:val="0"/>
              <w:marBottom w:val="0"/>
              <w:divBdr>
                <w:top w:val="none" w:sz="0" w:space="0" w:color="auto"/>
                <w:left w:val="none" w:sz="0" w:space="0" w:color="auto"/>
                <w:bottom w:val="none" w:sz="0" w:space="0" w:color="auto"/>
                <w:right w:val="none" w:sz="0" w:space="0" w:color="auto"/>
              </w:divBdr>
              <w:divsChild>
                <w:div w:id="1907177839">
                  <w:marLeft w:val="0"/>
                  <w:marRight w:val="0"/>
                  <w:marTop w:val="0"/>
                  <w:marBottom w:val="0"/>
                  <w:divBdr>
                    <w:top w:val="none" w:sz="0" w:space="0" w:color="auto"/>
                    <w:left w:val="none" w:sz="0" w:space="0" w:color="auto"/>
                    <w:bottom w:val="none" w:sz="0" w:space="0" w:color="auto"/>
                    <w:right w:val="none" w:sz="0" w:space="0" w:color="auto"/>
                  </w:divBdr>
                  <w:divsChild>
                    <w:div w:id="166967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7232235">
          <w:marLeft w:val="600"/>
          <w:marRight w:val="0"/>
          <w:marTop w:val="0"/>
          <w:marBottom w:val="60"/>
          <w:divBdr>
            <w:top w:val="none" w:sz="0" w:space="0" w:color="auto"/>
            <w:left w:val="none" w:sz="0" w:space="0" w:color="auto"/>
            <w:bottom w:val="none" w:sz="0" w:space="0" w:color="auto"/>
            <w:right w:val="none" w:sz="0" w:space="0" w:color="auto"/>
          </w:divBdr>
          <w:divsChild>
            <w:div w:id="1787650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5330498">
      <w:bodyDiv w:val="1"/>
      <w:marLeft w:val="0"/>
      <w:marRight w:val="0"/>
      <w:marTop w:val="0"/>
      <w:marBottom w:val="0"/>
      <w:divBdr>
        <w:top w:val="none" w:sz="0" w:space="0" w:color="auto"/>
        <w:left w:val="none" w:sz="0" w:space="0" w:color="auto"/>
        <w:bottom w:val="none" w:sz="0" w:space="0" w:color="auto"/>
        <w:right w:val="none" w:sz="0" w:space="0" w:color="auto"/>
      </w:divBdr>
    </w:div>
    <w:div w:id="1541669527">
      <w:bodyDiv w:val="1"/>
      <w:marLeft w:val="0"/>
      <w:marRight w:val="0"/>
      <w:marTop w:val="0"/>
      <w:marBottom w:val="0"/>
      <w:divBdr>
        <w:top w:val="none" w:sz="0" w:space="0" w:color="auto"/>
        <w:left w:val="none" w:sz="0" w:space="0" w:color="auto"/>
        <w:bottom w:val="none" w:sz="0" w:space="0" w:color="auto"/>
        <w:right w:val="none" w:sz="0" w:space="0" w:color="auto"/>
      </w:divBdr>
    </w:div>
    <w:div w:id="1609268673">
      <w:bodyDiv w:val="1"/>
      <w:marLeft w:val="0"/>
      <w:marRight w:val="0"/>
      <w:marTop w:val="0"/>
      <w:marBottom w:val="0"/>
      <w:divBdr>
        <w:top w:val="none" w:sz="0" w:space="0" w:color="auto"/>
        <w:left w:val="none" w:sz="0" w:space="0" w:color="auto"/>
        <w:bottom w:val="none" w:sz="0" w:space="0" w:color="auto"/>
        <w:right w:val="none" w:sz="0" w:space="0" w:color="auto"/>
      </w:divBdr>
    </w:div>
    <w:div w:id="1746759607">
      <w:bodyDiv w:val="1"/>
      <w:marLeft w:val="0"/>
      <w:marRight w:val="0"/>
      <w:marTop w:val="0"/>
      <w:marBottom w:val="0"/>
      <w:divBdr>
        <w:top w:val="none" w:sz="0" w:space="0" w:color="auto"/>
        <w:left w:val="none" w:sz="0" w:space="0" w:color="auto"/>
        <w:bottom w:val="none" w:sz="0" w:space="0" w:color="auto"/>
        <w:right w:val="none" w:sz="0" w:space="0" w:color="auto"/>
      </w:divBdr>
    </w:div>
    <w:div w:id="1845242524">
      <w:bodyDiv w:val="1"/>
      <w:marLeft w:val="0"/>
      <w:marRight w:val="0"/>
      <w:marTop w:val="0"/>
      <w:marBottom w:val="0"/>
      <w:divBdr>
        <w:top w:val="none" w:sz="0" w:space="0" w:color="auto"/>
        <w:left w:val="none" w:sz="0" w:space="0" w:color="auto"/>
        <w:bottom w:val="none" w:sz="0" w:space="0" w:color="auto"/>
        <w:right w:val="none" w:sz="0" w:space="0" w:color="auto"/>
      </w:divBdr>
    </w:div>
    <w:div w:id="1970014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rimo-pr.com/cms/upload/bildarchiv/teamgeist/Sebastian__Teamgeist22_Foto_Karoline_Wolf.jpg" TargetMode="External"/><Relationship Id="rId18" Type="http://schemas.openxmlformats.org/officeDocument/2006/relationships/hyperlink" Target="mailto:personal@teamgeist.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primo-pr.com/de/bildarchiv/index.html?dir=teamgeist" TargetMode="Externa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rimo-pr.com/cms/upload/bildarchiv/teamgeist/Portrait_Isabel_Haufe_TG_-_highres.jpg" TargetMode="External"/><Relationship Id="rId5" Type="http://schemas.openxmlformats.org/officeDocument/2006/relationships/numbering" Target="numbering.xml"/><Relationship Id="rId15" Type="http://schemas.openxmlformats.org/officeDocument/2006/relationships/hyperlink" Target="https://www.primo-pr.com/cms/upload/bildarchiv/teamgeist/Megaflossbau.jpg"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teamgeist.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primo-pr.comsind/" TargetMode="External"/><Relationship Id="rId1" Type="http://schemas.openxmlformats.org/officeDocument/2006/relationships/hyperlink" Target="mailto:info@primo-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na%20Engel\AppData\Local\Packages\Microsoft.MicrosoftEdge_8wekyb3d8bbwe\TempState\Downloads\20190708_Succsess-Story_KSB__Global_tabtour%20(1).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0844a3fb-941f-43d3-aebc-f8890f673ba7" xsi:nil="true"/>
    <lcf76f155ced4ddcb4097134ff3c332f xmlns="0daf64c2-3471-446b-82c2-b7c11cc21ad7">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3D03CEF82DCFE346ADE7795EBD8ACB6B" ma:contentTypeVersion="16" ma:contentTypeDescription="Ein neues Dokument erstellen." ma:contentTypeScope="" ma:versionID="2b8a1f1859c55289287f0c770988b70b">
  <xsd:schema xmlns:xsd="http://www.w3.org/2001/XMLSchema" xmlns:xs="http://www.w3.org/2001/XMLSchema" xmlns:p="http://schemas.microsoft.com/office/2006/metadata/properties" xmlns:ns2="0daf64c2-3471-446b-82c2-b7c11cc21ad7" xmlns:ns3="0844a3fb-941f-43d3-aebc-f8890f673ba7" targetNamespace="http://schemas.microsoft.com/office/2006/metadata/properties" ma:root="true" ma:fieldsID="b43d4189640d68d48a0c7d136c76b7e6" ns2:_="" ns3:_="">
    <xsd:import namespace="0daf64c2-3471-446b-82c2-b7c11cc21ad7"/>
    <xsd:import namespace="0844a3fb-941f-43d3-aebc-f8890f673b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f64c2-3471-446b-82c2-b7c11cc21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83c33d11-ee87-49c2-8547-0088d8f8ef6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844a3fb-941f-43d3-aebc-f8890f673ba7"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9b9be0d2-fb59-40f7-9ece-4cb569846008}" ma:internalName="TaxCatchAll" ma:showField="CatchAllData" ma:web="0844a3fb-941f-43d3-aebc-f8890f673b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F404A1-35FC-4704-988A-B07958AE89E8}">
  <ds:schemaRefs>
    <ds:schemaRef ds:uri="http://schemas.microsoft.com/sharepoint/v3/contenttype/forms"/>
  </ds:schemaRefs>
</ds:datastoreItem>
</file>

<file path=customXml/itemProps2.xml><?xml version="1.0" encoding="utf-8"?>
<ds:datastoreItem xmlns:ds="http://schemas.openxmlformats.org/officeDocument/2006/customXml" ds:itemID="{A5060743-D073-A844-9593-1197246DB7B0}">
  <ds:schemaRefs>
    <ds:schemaRef ds:uri="http://schemas.openxmlformats.org/officeDocument/2006/bibliography"/>
  </ds:schemaRefs>
</ds:datastoreItem>
</file>

<file path=customXml/itemProps3.xml><?xml version="1.0" encoding="utf-8"?>
<ds:datastoreItem xmlns:ds="http://schemas.openxmlformats.org/officeDocument/2006/customXml" ds:itemID="{6D10D522-8264-4570-9703-06AC16F712F4}">
  <ds:schemaRefs>
    <ds:schemaRef ds:uri="http://schemas.microsoft.com/office/2006/metadata/properties"/>
    <ds:schemaRef ds:uri="http://schemas.microsoft.com/office/infopath/2007/PartnerControls"/>
    <ds:schemaRef ds:uri="0844a3fb-941f-43d3-aebc-f8890f673ba7"/>
    <ds:schemaRef ds:uri="0daf64c2-3471-446b-82c2-b7c11cc21ad7"/>
  </ds:schemaRefs>
</ds:datastoreItem>
</file>

<file path=customXml/itemProps4.xml><?xml version="1.0" encoding="utf-8"?>
<ds:datastoreItem xmlns:ds="http://schemas.openxmlformats.org/officeDocument/2006/customXml" ds:itemID="{BAAF590F-93B6-4D7B-922E-BB2BC37D48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f64c2-3471-446b-82c2-b7c11cc21ad7"/>
    <ds:schemaRef ds:uri="0844a3fb-941f-43d3-aebc-f8890f673b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20190708_Succsess-Story_KSB__Global_tabtour (1)</Template>
  <TotalTime>0</TotalTime>
  <Pages>2</Pages>
  <Words>1065</Words>
  <Characters>6074</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Möller</dc:creator>
  <cp:keywords/>
  <dc:description/>
  <cp:lastModifiedBy>Nuray Güler</cp:lastModifiedBy>
  <cp:revision>11</cp:revision>
  <cp:lastPrinted>2019-11-21T11:39:00Z</cp:lastPrinted>
  <dcterms:created xsi:type="dcterms:W3CDTF">2023-02-06T11:35:00Z</dcterms:created>
  <dcterms:modified xsi:type="dcterms:W3CDTF">2023-02-07T12:51:00Z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0x0101003D03CEF82DCFE346ADE7795EBD8ACB6B</vt:lpwstr>
  </property>
  <property fmtid="{D5CDD505-2E9C-101B-9397-08002B2CF9AE}" pid="3" name="MediaServiceImageTags">
    <vt:lpwstr/>
  </property>
</Properties>
</file>